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12A67A97" w14:textId="6563CAF4" w:rsidR="009D0C1A" w:rsidRDefault="009F4BF3" w:rsidP="00921A79">
      <w:pPr>
        <w:tabs>
          <w:tab w:val="left" w:pos="8908"/>
        </w:tabs>
        <w:jc w:val="both"/>
        <w:rPr>
          <w:rFonts w:asciiTheme="minorHAnsi" w:hAnsiTheme="minorHAnsi" w:cs="Arial"/>
          <w:b/>
          <w:bCs/>
          <w:sz w:val="20"/>
          <w:szCs w:val="20"/>
        </w:rPr>
      </w:pPr>
      <w:r w:rsidRPr="009F4BF3">
        <w:rPr>
          <w:rFonts w:asciiTheme="minorHAnsi" w:hAnsiTheme="minorHAnsi" w:cs="Arial"/>
          <w:b/>
          <w:bCs/>
          <w:sz w:val="20"/>
          <w:szCs w:val="20"/>
        </w:rPr>
        <w:t xml:space="preserve">Procedura Aperta n. 15/2025, suddivisa in diciassette lotti, da esperirsi mediante Richiesta di Offerta in Busta Chiusa Digitale, gestita interamente per via telematica, da aggiudicarsi con il criterio del prezzo più basso, ai sensi degli artt. 25, 108 comma 3, e 155 comma 3 </w:t>
      </w:r>
      <w:proofErr w:type="spellStart"/>
      <w:r w:rsidRPr="009F4BF3">
        <w:rPr>
          <w:rFonts w:asciiTheme="minorHAnsi" w:hAnsiTheme="minorHAnsi" w:cs="Arial"/>
          <w:b/>
          <w:bCs/>
          <w:sz w:val="20"/>
          <w:szCs w:val="20"/>
        </w:rPr>
        <w:t>lett</w:t>
      </w:r>
      <w:proofErr w:type="spellEnd"/>
      <w:r w:rsidRPr="009F4BF3">
        <w:rPr>
          <w:rFonts w:asciiTheme="minorHAnsi" w:hAnsiTheme="minorHAnsi" w:cs="Arial"/>
          <w:b/>
          <w:bCs/>
          <w:sz w:val="20"/>
          <w:szCs w:val="20"/>
        </w:rPr>
        <w:t xml:space="preserve">. c) del D.lgs. n. 36/2023 e </w:t>
      </w:r>
      <w:proofErr w:type="spellStart"/>
      <w:r w:rsidRPr="009F4BF3">
        <w:rPr>
          <w:rFonts w:asciiTheme="minorHAnsi" w:hAnsiTheme="minorHAnsi" w:cs="Arial"/>
          <w:b/>
          <w:bCs/>
          <w:sz w:val="20"/>
          <w:szCs w:val="20"/>
        </w:rPr>
        <w:t>s.m.i.</w:t>
      </w:r>
      <w:proofErr w:type="spellEnd"/>
      <w:r w:rsidRPr="009F4BF3">
        <w:rPr>
          <w:rFonts w:asciiTheme="minorHAnsi" w:hAnsiTheme="minorHAnsi" w:cs="Arial"/>
          <w:b/>
          <w:bCs/>
          <w:sz w:val="20"/>
          <w:szCs w:val="20"/>
        </w:rPr>
        <w:t>,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14:paraId="406DD672" w14:textId="77777777" w:rsidR="009F4BF3" w:rsidRDefault="009F4BF3" w:rsidP="00921A79">
      <w:pPr>
        <w:tabs>
          <w:tab w:val="left" w:pos="8908"/>
        </w:tabs>
        <w:jc w:val="both"/>
        <w:rPr>
          <w:rFonts w:asciiTheme="minorHAnsi" w:hAnsiTheme="minorHAnsi" w:cs="Arial"/>
          <w:b/>
          <w:bCs/>
          <w:sz w:val="20"/>
          <w:szCs w:val="20"/>
        </w:rPr>
      </w:pPr>
    </w:p>
    <w:p w14:paraId="50C8AB28" w14:textId="77777777" w:rsidR="009F4BF3" w:rsidRPr="00A153F4" w:rsidRDefault="009F4BF3" w:rsidP="00921A79">
      <w:pPr>
        <w:tabs>
          <w:tab w:val="left" w:pos="8908"/>
        </w:tabs>
        <w:jc w:val="both"/>
        <w:rPr>
          <w:rFonts w:ascii="Arial" w:hAnsi="Arial" w:cs="Arial"/>
          <w:b/>
          <w:sz w:val="20"/>
          <w:szCs w:val="20"/>
        </w:rPr>
      </w:pPr>
    </w:p>
    <w:p w14:paraId="38C4EC0A" w14:textId="5AF8EC7D"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Il sottoscritto/a</w:t>
      </w:r>
      <w:r w:rsid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430698481"/>
          <w:placeholder>
            <w:docPart w:val="9B240FBC600F4D1B8CFB195AAAC327CB"/>
          </w:placeholder>
        </w:sdtPr>
        <w:sdtEndPr/>
        <w:sdtContent>
          <w:bookmarkStart w:id="0" w:name="_GoBack"/>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bookmarkEnd w:id="0"/>
        </w:sdtContent>
      </w:sdt>
    </w:p>
    <w:p w14:paraId="759FFC38" w14:textId="73E5373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nato/a </w:t>
      </w:r>
      <w:proofErr w:type="spellStart"/>
      <w:r w:rsidRPr="00B24C36">
        <w:rPr>
          <w:rFonts w:asciiTheme="minorHAnsi" w:hAnsiTheme="minorHAnsi" w:cs="Arial"/>
          <w:kern w:val="3"/>
          <w:sz w:val="20"/>
          <w:szCs w:val="20"/>
        </w:rPr>
        <w:t>a</w:t>
      </w:r>
      <w:proofErr w:type="spellEnd"/>
      <w:r w:rsidRPr="00B24C36">
        <w:rPr>
          <w:rFonts w:asciiTheme="minorHAnsi" w:hAnsiTheme="minorHAnsi" w:cs="Arial"/>
          <w:kern w:val="3"/>
          <w:sz w:val="20"/>
          <w:szCs w:val="20"/>
        </w:rPr>
        <w:t xml:space="preserve"> </w:t>
      </w:r>
      <w:r w:rsidRPr="00B24C36">
        <w:rPr>
          <w:rFonts w:asciiTheme="minorHAnsi" w:hAnsiTheme="minorHAnsi" w:cs="Arial"/>
          <w:i/>
          <w:kern w:val="3"/>
          <w:sz w:val="20"/>
          <w:szCs w:val="20"/>
        </w:rPr>
        <w:t>.</w:t>
      </w:r>
      <w:sdt>
        <w:sdtPr>
          <w:rPr>
            <w:rFonts w:asciiTheme="minorHAnsi" w:hAnsiTheme="minorHAnsi" w:cs="Arial"/>
            <w:sz w:val="20"/>
            <w:szCs w:val="20"/>
          </w:rPr>
          <w:id w:val="-663246123"/>
          <w:placeholder>
            <w:docPart w:val="F2B0E11347EE4956B75E26006A90E90F"/>
          </w:placeholder>
        </w:sdtPr>
        <w:sdtEndPr/>
        <w:sdtContent>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xml:space="preserve">il </w:t>
      </w:r>
      <w:r w:rsidRPr="00B24C36">
        <w:rPr>
          <w:rFonts w:asciiTheme="minorHAnsi" w:hAnsiTheme="minorHAnsi" w:cs="Arial"/>
          <w:i/>
          <w:kern w:val="3"/>
          <w:sz w:val="20"/>
          <w:szCs w:val="20"/>
        </w:rPr>
        <w:t>.</w:t>
      </w:r>
      <w:sdt>
        <w:sdtPr>
          <w:rPr>
            <w:rFonts w:asciiTheme="minorHAnsi" w:hAnsiTheme="minorHAnsi" w:cs="Arial"/>
            <w:sz w:val="20"/>
            <w:szCs w:val="20"/>
          </w:rPr>
          <w:id w:val="961695421"/>
          <w:placeholder>
            <w:docPart w:val="BCEB13BACAF74529B2A4A9A164FF3E9B"/>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159BE037" w14:textId="6D4B3ABC"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 qualità di (carica sociale)</w:t>
      </w:r>
      <w:r w:rsidRPr="00B24C36">
        <w:rPr>
          <w:rFonts w:asciiTheme="minorHAnsi" w:hAnsiTheme="minorHAnsi" w:cs="Arial"/>
          <w:i/>
          <w:kern w:val="3"/>
          <w:sz w:val="20"/>
          <w:szCs w:val="20"/>
        </w:rPr>
        <w:t xml:space="preserve"> .</w:t>
      </w:r>
      <w:sdt>
        <w:sdtPr>
          <w:rPr>
            <w:rFonts w:asciiTheme="minorHAnsi" w:hAnsiTheme="minorHAnsi" w:cs="Arial"/>
            <w:sz w:val="20"/>
            <w:szCs w:val="20"/>
          </w:rPr>
          <w:id w:val="-2112818072"/>
          <w:placeholder>
            <w:docPart w:val="A6122ADB4B7E4F64BD60874954453A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w:t>
      </w:r>
    </w:p>
    <w:p w14:paraId="17F558CD" w14:textId="78F1B6E8"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della società </w:t>
      </w:r>
      <w:r w:rsidRPr="00B24C36">
        <w:rPr>
          <w:rFonts w:asciiTheme="minorHAnsi" w:hAnsiTheme="minorHAnsi" w:cs="Arial"/>
          <w:i/>
          <w:kern w:val="3"/>
          <w:sz w:val="20"/>
          <w:szCs w:val="20"/>
        </w:rPr>
        <w:t>.</w:t>
      </w:r>
      <w:sdt>
        <w:sdtPr>
          <w:rPr>
            <w:rFonts w:asciiTheme="minorHAnsi" w:hAnsiTheme="minorHAnsi" w:cs="Arial"/>
            <w:sz w:val="20"/>
            <w:szCs w:val="20"/>
          </w:rPr>
          <w:id w:val="-730077896"/>
          <w:placeholder>
            <w:docPart w:val="3FA280CF02DC45B59B8C2C7E482B9C5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3A5C7A81" w14:textId="166C4306"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sede legale</w:t>
      </w:r>
      <w:r w:rsidRPr="00B24C36">
        <w:rPr>
          <w:rFonts w:asciiTheme="minorHAnsi" w:hAnsiTheme="minorHAnsi" w:cs="Arial"/>
          <w:i/>
          <w:kern w:val="3"/>
          <w:sz w:val="20"/>
          <w:szCs w:val="20"/>
        </w:rPr>
        <w:t>.</w:t>
      </w:r>
      <w:sdt>
        <w:sdtPr>
          <w:rPr>
            <w:rFonts w:asciiTheme="minorHAnsi" w:hAnsiTheme="minorHAnsi" w:cs="Arial"/>
            <w:sz w:val="20"/>
            <w:szCs w:val="20"/>
          </w:rPr>
          <w:id w:val="854541327"/>
          <w:placeholder>
            <w:docPart w:val="34C6876FC8E5419C904743D5015F3840"/>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8D46C07" w14:textId="55E623C4"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sede operativa </w:t>
      </w:r>
      <w:r w:rsidRPr="00B24C36">
        <w:rPr>
          <w:rFonts w:asciiTheme="minorHAnsi" w:hAnsiTheme="minorHAnsi" w:cs="Arial"/>
          <w:i/>
          <w:kern w:val="3"/>
          <w:sz w:val="20"/>
          <w:szCs w:val="20"/>
        </w:rPr>
        <w:t>.</w:t>
      </w:r>
      <w:sdt>
        <w:sdtPr>
          <w:rPr>
            <w:rFonts w:asciiTheme="minorHAnsi" w:hAnsiTheme="minorHAnsi" w:cs="Arial"/>
            <w:sz w:val="20"/>
            <w:szCs w:val="20"/>
          </w:rPr>
          <w:id w:val="631827594"/>
          <w:placeholder>
            <w:docPart w:val="A4CE668E4EC045A1A1001DD77967D8C7"/>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5840EEC1" w14:textId="511C90E1"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Codice Fiscale </w:t>
      </w:r>
      <w:r w:rsidRPr="00B24C36">
        <w:rPr>
          <w:rFonts w:asciiTheme="minorHAnsi" w:hAnsiTheme="minorHAnsi" w:cs="Arial"/>
          <w:i/>
          <w:kern w:val="3"/>
          <w:sz w:val="20"/>
          <w:szCs w:val="20"/>
        </w:rPr>
        <w:t>.</w:t>
      </w:r>
      <w:sdt>
        <w:sdtPr>
          <w:rPr>
            <w:rFonts w:asciiTheme="minorHAnsi" w:hAnsiTheme="minorHAnsi" w:cs="Arial"/>
            <w:sz w:val="20"/>
            <w:szCs w:val="20"/>
          </w:rPr>
          <w:id w:val="1921451812"/>
          <w:placeholder>
            <w:docPart w:val="C1DDA3C3484640D1B43480AF9A9F9701"/>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4E145461" w14:textId="6B4BCDC0"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 xml:space="preserve">Partita IVA </w:t>
      </w:r>
      <w:r w:rsidRPr="00B24C36">
        <w:rPr>
          <w:rFonts w:asciiTheme="minorHAnsi" w:hAnsiTheme="minorHAnsi" w:cs="Arial"/>
          <w:i/>
          <w:kern w:val="3"/>
          <w:sz w:val="20"/>
          <w:szCs w:val="20"/>
        </w:rPr>
        <w:t>.</w:t>
      </w:r>
      <w:sdt>
        <w:sdtPr>
          <w:rPr>
            <w:rFonts w:asciiTheme="minorHAnsi" w:hAnsiTheme="minorHAnsi" w:cs="Arial"/>
            <w:sz w:val="20"/>
            <w:szCs w:val="20"/>
          </w:rPr>
          <w:id w:val="-454866210"/>
          <w:placeholder>
            <w:docPart w:val="4FCEC782A6C8497EBC7FC73090E99E36"/>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kern w:val="3"/>
          <w:sz w:val="20"/>
          <w:szCs w:val="20"/>
        </w:rPr>
        <w:t xml:space="preserve"> n. telefono </w:t>
      </w:r>
      <w:r w:rsidRPr="00B24C36">
        <w:rPr>
          <w:rFonts w:asciiTheme="minorHAnsi" w:hAnsiTheme="minorHAnsi" w:cs="Arial"/>
          <w:i/>
          <w:kern w:val="3"/>
          <w:sz w:val="20"/>
          <w:szCs w:val="20"/>
        </w:rPr>
        <w:t>.</w:t>
      </w:r>
      <w:sdt>
        <w:sdtPr>
          <w:rPr>
            <w:rFonts w:asciiTheme="minorHAnsi" w:hAnsiTheme="minorHAnsi" w:cs="Arial"/>
            <w:sz w:val="20"/>
            <w:szCs w:val="20"/>
          </w:rPr>
          <w:id w:val="-308488744"/>
          <w:placeholder>
            <w:docPart w:val="100D83D39E2F42959B15FE2AAF716BFB"/>
          </w:placeholder>
        </w:sdtPr>
        <w:sdtEndPr/>
        <w:sdtContent>
          <w:r w:rsidRPr="00B24C36">
            <w:rPr>
              <w:rFonts w:asciiTheme="minorHAnsi" w:hAnsiTheme="minorHAnsi" w:cs="Arial"/>
              <w:sz w:val="20"/>
              <w:szCs w:val="20"/>
            </w:rPr>
            <w:t>.…………………………………</w:t>
          </w:r>
        </w:sdtContent>
      </w:sdt>
    </w:p>
    <w:p w14:paraId="7CF5E726" w14:textId="753D63D5" w:rsidR="00F1507F" w:rsidRPr="00B24C36" w:rsidRDefault="00F1507F" w:rsidP="00F1507F">
      <w:pPr>
        <w:widowControl w:val="0"/>
        <w:suppressAutoHyphens/>
        <w:autoSpaceDN w:val="0"/>
        <w:spacing w:after="120"/>
        <w:jc w:val="both"/>
        <w:textAlignment w:val="baseline"/>
        <w:rPr>
          <w:rFonts w:asciiTheme="minorHAnsi" w:hAnsiTheme="minorHAnsi" w:cs="Arial"/>
          <w:i/>
          <w:kern w:val="3"/>
          <w:sz w:val="20"/>
          <w:szCs w:val="20"/>
        </w:rPr>
      </w:pPr>
      <w:r w:rsidRPr="00B24C36">
        <w:rPr>
          <w:rFonts w:asciiTheme="minorHAnsi" w:hAnsiTheme="minorHAnsi" w:cs="Arial"/>
          <w:kern w:val="3"/>
          <w:sz w:val="20"/>
          <w:szCs w:val="20"/>
        </w:rPr>
        <w:t>indirizzo posta elettronica</w:t>
      </w:r>
      <w:r w:rsidRPr="00B24C36">
        <w:rPr>
          <w:rFonts w:asciiTheme="minorHAnsi" w:hAnsiTheme="minorHAnsi" w:cs="Arial"/>
          <w:i/>
          <w:kern w:val="3"/>
          <w:sz w:val="20"/>
          <w:szCs w:val="20"/>
        </w:rPr>
        <w:t>.</w:t>
      </w:r>
      <w:sdt>
        <w:sdtPr>
          <w:rPr>
            <w:rFonts w:asciiTheme="minorHAnsi" w:hAnsiTheme="minorHAnsi" w:cs="Arial"/>
            <w:sz w:val="20"/>
            <w:szCs w:val="20"/>
          </w:rPr>
          <w:id w:val="-1711414774"/>
          <w:placeholder>
            <w:docPart w:val="C021DE5A0DF746FF869FF4DE6FECB044"/>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r w:rsidRPr="00B24C36">
        <w:rPr>
          <w:rFonts w:asciiTheme="minorHAnsi" w:hAnsiTheme="minorHAnsi" w:cs="Arial"/>
          <w:i/>
          <w:kern w:val="3"/>
          <w:sz w:val="20"/>
          <w:szCs w:val="20"/>
        </w:rPr>
        <w:t xml:space="preserve"> </w:t>
      </w:r>
      <w:r w:rsidRPr="00B24C36">
        <w:rPr>
          <w:rFonts w:asciiTheme="minorHAnsi" w:hAnsiTheme="minorHAnsi" w:cs="Arial"/>
          <w:kern w:val="3"/>
          <w:sz w:val="20"/>
          <w:szCs w:val="20"/>
        </w:rPr>
        <w:t>; PEC:</w:t>
      </w:r>
      <w:r w:rsidRPr="00B24C36">
        <w:rPr>
          <w:rFonts w:asciiTheme="minorHAnsi" w:hAnsiTheme="minorHAnsi" w:cs="Arial"/>
          <w:i/>
          <w:kern w:val="3"/>
          <w:sz w:val="20"/>
          <w:szCs w:val="20"/>
        </w:rPr>
        <w:t xml:space="preserve"> .</w:t>
      </w:r>
      <w:sdt>
        <w:sdtPr>
          <w:rPr>
            <w:rFonts w:asciiTheme="minorHAnsi" w:hAnsiTheme="minorHAnsi" w:cs="Arial"/>
            <w:sz w:val="20"/>
            <w:szCs w:val="20"/>
          </w:rPr>
          <w:id w:val="-1609727539"/>
          <w:placeholder>
            <w:docPart w:val="9BC1829638C74691B5EE7D3F6E5DC05A"/>
          </w:placeholder>
        </w:sdtPr>
        <w:sdtEndPr/>
        <w:sdtContent>
          <w:r w:rsidRPr="00B24C36">
            <w:rPr>
              <w:rFonts w:asciiTheme="minorHAnsi" w:hAnsiTheme="minorHAnsi" w:cs="Arial"/>
              <w:sz w:val="20"/>
              <w:szCs w:val="20"/>
            </w:rPr>
            <w:t>.……………</w:t>
          </w:r>
          <w:r w:rsidR="00B24C36">
            <w:rPr>
              <w:rFonts w:asciiTheme="minorHAnsi" w:hAnsiTheme="minorHAnsi" w:cs="Arial"/>
              <w:sz w:val="20"/>
              <w:szCs w:val="20"/>
            </w:rPr>
            <w:t>…………………………………</w:t>
          </w:r>
          <w:r w:rsidRPr="00B24C36">
            <w:rPr>
              <w:rFonts w:asciiTheme="minorHAnsi" w:hAnsiTheme="minorHAnsi"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10395E15" w:rsidR="00F1507F" w:rsidRPr="00B24C36" w:rsidRDefault="00F1507F" w:rsidP="00F1507F">
      <w:pPr>
        <w:spacing w:line="360" w:lineRule="auto"/>
        <w:jc w:val="both"/>
        <w:rPr>
          <w:rFonts w:asciiTheme="minorHAnsi" w:hAnsiTheme="minorHAnsi" w:cs="Arial"/>
          <w:color w:val="000000"/>
          <w:sz w:val="20"/>
          <w:szCs w:val="20"/>
        </w:rPr>
      </w:pPr>
      <w:r w:rsidRPr="00B24C36">
        <w:rPr>
          <w:rFonts w:asciiTheme="minorHAnsi" w:hAnsiTheme="minorHAnsi" w:cs="Arial"/>
          <w:b/>
          <w:bCs/>
          <w:color w:val="000000"/>
          <w:sz w:val="20"/>
          <w:szCs w:val="20"/>
        </w:rPr>
        <w:t>Soggetto che presenta l’offerta</w:t>
      </w:r>
      <w:r w:rsidR="00667391">
        <w:rPr>
          <w:rFonts w:asciiTheme="minorHAnsi" w:hAnsiTheme="minorHAnsi" w:cs="Arial"/>
          <w:b/>
          <w:bCs/>
          <w:color w:val="000000"/>
          <w:sz w:val="20"/>
          <w:szCs w:val="20"/>
        </w:rPr>
        <w:t xml:space="preserve"> </w:t>
      </w:r>
      <w:r w:rsidRPr="00B24C36">
        <w:rPr>
          <w:rFonts w:asciiTheme="minorHAnsi" w:hAnsiTheme="minorHAnsi" w:cs="Arial"/>
          <w:b/>
          <w:bCs/>
          <w:color w:val="000000"/>
          <w:sz w:val="20"/>
          <w:szCs w:val="20"/>
        </w:rPr>
        <w:t>nella sua qualità di:</w:t>
      </w:r>
      <w:r w:rsidRPr="00B24C36">
        <w:rPr>
          <w:rFonts w:asciiTheme="minorHAnsi" w:hAnsiTheme="minorHAnsi" w:cs="Arial"/>
          <w:sz w:val="20"/>
          <w:szCs w:val="20"/>
        </w:rPr>
        <w:t xml:space="preserve"> </w:t>
      </w:r>
      <w:r w:rsidRPr="00B24C36">
        <w:rPr>
          <w:rFonts w:asciiTheme="minorHAnsi" w:hAnsiTheme="minorHAnsi" w:cs="Arial"/>
          <w:color w:val="000000"/>
          <w:sz w:val="20"/>
          <w:szCs w:val="20"/>
        </w:rPr>
        <w:t>(barrare la casella che interessa)</w:t>
      </w:r>
    </w:p>
    <w:p w14:paraId="56764EC0" w14:textId="77777777" w:rsidR="00F1507F" w:rsidRPr="00B24C36" w:rsidRDefault="00F1507F" w:rsidP="00F1507F">
      <w:pPr>
        <w:spacing w:line="360" w:lineRule="auto"/>
        <w:jc w:val="both"/>
        <w:rPr>
          <w:rFonts w:asciiTheme="minorHAnsi" w:hAnsiTheme="minorHAnsi" w:cs="Arial"/>
          <w:sz w:val="20"/>
          <w:szCs w:val="20"/>
        </w:rPr>
      </w:pPr>
    </w:p>
    <w:p w14:paraId="13B7F1D8" w14:textId="77777777" w:rsidR="00F1507F" w:rsidRPr="00B24C36" w:rsidRDefault="004834E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38470569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Titolare o Legale rappresentante </w:t>
      </w:r>
    </w:p>
    <w:p w14:paraId="12C5B9FF" w14:textId="77777777" w:rsidR="00F1507F" w:rsidRPr="00B24C36" w:rsidRDefault="004834E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7140082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Procuratore speciale / generale</w:t>
      </w:r>
    </w:p>
    <w:p w14:paraId="467D2CE6" w14:textId="77777777" w:rsidR="00F1507F" w:rsidRPr="00B24C36" w:rsidRDefault="00F1507F" w:rsidP="00F1507F">
      <w:pPr>
        <w:autoSpaceDE w:val="0"/>
        <w:autoSpaceDN w:val="0"/>
        <w:adjustRightInd w:val="0"/>
        <w:jc w:val="center"/>
        <w:rPr>
          <w:rFonts w:asciiTheme="minorHAnsi" w:hAnsiTheme="minorHAnsi" w:cs="Arial"/>
          <w:b/>
          <w:bCs/>
          <w:color w:val="000000"/>
          <w:sz w:val="20"/>
          <w:szCs w:val="20"/>
        </w:rPr>
      </w:pPr>
    </w:p>
    <w:p w14:paraId="18497F87" w14:textId="19C6D761" w:rsidR="00F1507F" w:rsidRPr="00B24C36" w:rsidRDefault="00F1507F" w:rsidP="00F1507F">
      <w:pPr>
        <w:autoSpaceDE w:val="0"/>
        <w:autoSpaceDN w:val="0"/>
        <w:adjustRightInd w:val="0"/>
        <w:jc w:val="center"/>
        <w:rPr>
          <w:rFonts w:asciiTheme="minorHAnsi" w:hAnsiTheme="minorHAnsi" w:cs="Arial"/>
          <w:color w:val="000000"/>
          <w:sz w:val="20"/>
          <w:szCs w:val="20"/>
        </w:rPr>
      </w:pPr>
      <w:r w:rsidRPr="00B24C36">
        <w:rPr>
          <w:rFonts w:asciiTheme="minorHAnsi" w:hAnsiTheme="minorHAnsi" w:cs="Arial"/>
          <w:b/>
          <w:bCs/>
          <w:color w:val="000000"/>
          <w:sz w:val="20"/>
          <w:szCs w:val="20"/>
        </w:rPr>
        <w:t xml:space="preserve">per: </w:t>
      </w:r>
      <w:r w:rsidRPr="00B24C36">
        <w:rPr>
          <w:rFonts w:asciiTheme="minorHAnsi" w:hAnsiTheme="minorHAnsi" w:cs="Arial"/>
          <w:color w:val="000000"/>
          <w:sz w:val="20"/>
          <w:szCs w:val="20"/>
        </w:rPr>
        <w:t>(barrare la casella che interessa)</w:t>
      </w:r>
    </w:p>
    <w:p w14:paraId="56AE2479"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p>
    <w:p w14:paraId="71BA2C44" w14:textId="77777777" w:rsidR="00F1507F" w:rsidRPr="00B24C36" w:rsidRDefault="004834E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4484341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Impresa individuale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a);</w:t>
      </w:r>
    </w:p>
    <w:p w14:paraId="0E4125A4" w14:textId="77777777" w:rsidR="00F1507F" w:rsidRPr="00B24C36" w:rsidRDefault="004834E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534306193"/>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fra società cooperativa di produzione e lavoro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b);</w:t>
      </w:r>
    </w:p>
    <w:p w14:paraId="744DBEA5" w14:textId="77777777" w:rsidR="00F1507F" w:rsidRPr="00B24C36" w:rsidRDefault="004834E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859655730"/>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tra imprese artigiane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c);</w:t>
      </w:r>
    </w:p>
    <w:p w14:paraId="6597B760" w14:textId="77777777" w:rsidR="00F1507F" w:rsidRPr="00B24C36" w:rsidRDefault="004834E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464850605"/>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Consorzio stabile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d);</w:t>
      </w:r>
    </w:p>
    <w:p w14:paraId="0862CC66" w14:textId="77777777" w:rsidR="00F1507F" w:rsidRPr="00B24C36" w:rsidRDefault="004834E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23467047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raggruppamento temporaneo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e);</w:t>
      </w:r>
    </w:p>
    <w:p w14:paraId="51481575"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388650344"/>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556C1061"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1259099021"/>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18212733" w14:textId="77777777" w:rsidR="00F1507F" w:rsidRPr="00B24C36" w:rsidRDefault="004834E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731123924"/>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Mandataria di un consorzio ordinario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f);</w:t>
      </w:r>
    </w:p>
    <w:p w14:paraId="4AE98DB8"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lastRenderedPageBreak/>
        <w:t xml:space="preserve"> - </w:t>
      </w:r>
      <w:sdt>
        <w:sdtPr>
          <w:rPr>
            <w:rFonts w:asciiTheme="minorHAnsi" w:hAnsiTheme="minorHAnsi" w:cs="Arial"/>
            <w:sz w:val="20"/>
            <w:szCs w:val="20"/>
          </w:rPr>
          <w:id w:val="-1841771229"/>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costituito</w:t>
      </w:r>
    </w:p>
    <w:p w14:paraId="7CEE9C8A" w14:textId="77777777" w:rsidR="00F1507F" w:rsidRPr="00B24C36" w:rsidRDefault="00F1507F" w:rsidP="00F1507F">
      <w:pPr>
        <w:autoSpaceDE w:val="0"/>
        <w:autoSpaceDN w:val="0"/>
        <w:adjustRightInd w:val="0"/>
        <w:spacing w:line="360" w:lineRule="auto"/>
        <w:jc w:val="both"/>
        <w:rPr>
          <w:rFonts w:asciiTheme="minorHAnsi" w:hAnsiTheme="minorHAnsi" w:cs="Arial"/>
          <w:sz w:val="20"/>
          <w:szCs w:val="20"/>
        </w:rPr>
      </w:pPr>
      <w:r w:rsidRPr="00B24C36">
        <w:rPr>
          <w:rFonts w:asciiTheme="minorHAnsi" w:hAnsiTheme="minorHAnsi" w:cs="Arial"/>
          <w:color w:val="000000"/>
          <w:sz w:val="20"/>
          <w:szCs w:val="20"/>
        </w:rPr>
        <w:t xml:space="preserve"> - </w:t>
      </w:r>
      <w:sdt>
        <w:sdtPr>
          <w:rPr>
            <w:rFonts w:asciiTheme="minorHAnsi" w:hAnsiTheme="minorHAnsi" w:cs="Arial"/>
            <w:sz w:val="20"/>
            <w:szCs w:val="20"/>
          </w:rPr>
          <w:id w:val="469480386"/>
          <w14:checkbox>
            <w14:checked w14:val="0"/>
            <w14:checkedState w14:val="2612" w14:font="MS Gothic"/>
            <w14:uncheckedState w14:val="2610" w14:font="MS Gothic"/>
          </w14:checkbox>
        </w:sdtPr>
        <w:sdtEndPr/>
        <w:sdtContent>
          <w:r w:rsidRPr="00B24C36">
            <w:rPr>
              <w:rFonts w:ascii="Segoe UI Symbol" w:eastAsia="MS Gothic" w:hAnsi="Segoe UI Symbol" w:cs="Segoe UI Symbol"/>
              <w:sz w:val="20"/>
              <w:szCs w:val="20"/>
            </w:rPr>
            <w:t>☐</w:t>
          </w:r>
        </w:sdtContent>
      </w:sdt>
      <w:r w:rsidRPr="00B24C36">
        <w:rPr>
          <w:rFonts w:asciiTheme="minorHAnsi" w:hAnsiTheme="minorHAnsi" w:cs="Arial"/>
          <w:sz w:val="20"/>
          <w:szCs w:val="20"/>
        </w:rPr>
        <w:t xml:space="preserve"> non costituito</w:t>
      </w:r>
    </w:p>
    <w:p w14:paraId="68F84C06" w14:textId="77777777" w:rsidR="00F1507F" w:rsidRPr="00B24C36" w:rsidRDefault="004834E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898628497"/>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Aggregazione di imprese di rete (</w:t>
      </w:r>
      <w:proofErr w:type="spellStart"/>
      <w:r w:rsidR="00F1507F" w:rsidRPr="00B24C36">
        <w:rPr>
          <w:rFonts w:asciiTheme="minorHAnsi" w:hAnsiTheme="minorHAnsi" w:cs="Arial"/>
          <w:color w:val="000000"/>
          <w:sz w:val="20"/>
          <w:szCs w:val="20"/>
        </w:rPr>
        <w:t>D.Lgs.</w:t>
      </w:r>
      <w:proofErr w:type="spellEnd"/>
      <w:r w:rsidR="00F1507F" w:rsidRPr="00B24C36">
        <w:rPr>
          <w:rFonts w:asciiTheme="minorHAnsi" w:hAnsiTheme="minorHAnsi" w:cs="Arial"/>
          <w:color w:val="000000"/>
          <w:sz w:val="20"/>
          <w:szCs w:val="20"/>
        </w:rPr>
        <w:t xml:space="preserve"> 36/2023 art. 65 – comma 2 - </w:t>
      </w:r>
      <w:proofErr w:type="spellStart"/>
      <w:r w:rsidR="00F1507F" w:rsidRPr="00B24C36">
        <w:rPr>
          <w:rFonts w:asciiTheme="minorHAnsi" w:hAnsiTheme="minorHAnsi" w:cs="Arial"/>
          <w:color w:val="000000"/>
          <w:sz w:val="20"/>
          <w:szCs w:val="20"/>
        </w:rPr>
        <w:t>lett</w:t>
      </w:r>
      <w:proofErr w:type="spellEnd"/>
      <w:r w:rsidR="00F1507F" w:rsidRPr="00B24C36">
        <w:rPr>
          <w:rFonts w:asciiTheme="minorHAnsi" w:hAnsiTheme="minorHAnsi" w:cs="Arial"/>
          <w:color w:val="000000"/>
          <w:sz w:val="20"/>
          <w:szCs w:val="20"/>
        </w:rPr>
        <w:t>. g);</w:t>
      </w:r>
    </w:p>
    <w:p w14:paraId="18895F9E"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770501507"/>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dotata di un organo comune con potere di rappresentanza e di soggettività giuridica;</w:t>
      </w:r>
    </w:p>
    <w:p w14:paraId="6925F747"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5199405"/>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con potere di rappresentanza ma priva di soggettività giuridica; </w:t>
      </w:r>
    </w:p>
    <w:p w14:paraId="708C588C" w14:textId="77777777" w:rsidR="00F1507F" w:rsidRPr="00B24C36" w:rsidRDefault="00F1507F" w:rsidP="00F1507F">
      <w:pPr>
        <w:autoSpaceDE w:val="0"/>
        <w:autoSpaceDN w:val="0"/>
        <w:adjustRightInd w:val="0"/>
        <w:spacing w:line="360" w:lineRule="auto"/>
        <w:jc w:val="both"/>
        <w:rPr>
          <w:rFonts w:asciiTheme="minorHAnsi" w:hAnsiTheme="minorHAnsi" w:cs="Arial"/>
          <w:color w:val="000000"/>
          <w:sz w:val="20"/>
          <w:szCs w:val="20"/>
        </w:rPr>
      </w:pPr>
      <w:r w:rsidRPr="00B24C36">
        <w:rPr>
          <w:rFonts w:asciiTheme="minorHAnsi" w:hAnsiTheme="minorHAnsi" w:cs="Arial"/>
          <w:color w:val="000000"/>
          <w:sz w:val="20"/>
          <w:szCs w:val="20"/>
        </w:rPr>
        <w:t xml:space="preserve">-  </w:t>
      </w:r>
      <w:sdt>
        <w:sdtPr>
          <w:rPr>
            <w:rFonts w:asciiTheme="minorHAnsi" w:hAnsiTheme="minorHAnsi" w:cs="Arial"/>
            <w:color w:val="000000"/>
            <w:sz w:val="20"/>
            <w:szCs w:val="20"/>
          </w:rPr>
          <w:id w:val="-1073816860"/>
          <w14:checkbox>
            <w14:checked w14:val="0"/>
            <w14:checkedState w14:val="2612" w14:font="MS Gothic"/>
            <w14:uncheckedState w14:val="2610" w14:font="MS Gothic"/>
          </w14:checkbox>
        </w:sdtPr>
        <w:sdtEndPr/>
        <w:sdtContent>
          <w:r w:rsidRPr="00B24C36">
            <w:rPr>
              <w:rFonts w:ascii="Segoe UI Symbol" w:eastAsia="MS Gothic" w:hAnsi="Segoe UI Symbol" w:cs="Segoe UI Symbol"/>
              <w:color w:val="000000"/>
              <w:sz w:val="20"/>
              <w:szCs w:val="20"/>
            </w:rPr>
            <w:t>☐</w:t>
          </w:r>
        </w:sdtContent>
      </w:sdt>
      <w:r w:rsidRPr="00B24C36">
        <w:rPr>
          <w:rFonts w:asciiTheme="minorHAnsi" w:hAnsiTheme="minorHAnsi"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B24C36" w:rsidRDefault="004834E5" w:rsidP="00F1507F">
      <w:pPr>
        <w:autoSpaceDE w:val="0"/>
        <w:autoSpaceDN w:val="0"/>
        <w:adjustRightInd w:val="0"/>
        <w:spacing w:line="360" w:lineRule="auto"/>
        <w:jc w:val="both"/>
        <w:rPr>
          <w:rFonts w:asciiTheme="minorHAnsi" w:hAnsiTheme="minorHAnsi" w:cs="Arial"/>
          <w:color w:val="000000"/>
          <w:sz w:val="20"/>
          <w:szCs w:val="20"/>
        </w:rPr>
      </w:pPr>
      <w:sdt>
        <w:sdtPr>
          <w:rPr>
            <w:rFonts w:asciiTheme="minorHAnsi" w:hAnsiTheme="minorHAnsi" w:cs="Arial"/>
            <w:color w:val="000000"/>
            <w:sz w:val="20"/>
            <w:szCs w:val="20"/>
          </w:rPr>
          <w:id w:val="-1963490931"/>
          <w14:checkbox>
            <w14:checked w14:val="0"/>
            <w14:checkedState w14:val="2612" w14:font="MS Gothic"/>
            <w14:uncheckedState w14:val="2610" w14:font="MS Gothic"/>
          </w14:checkbox>
        </w:sdtPr>
        <w:sdtEndPr/>
        <w:sdtContent>
          <w:r w:rsidR="00F1507F" w:rsidRPr="00B24C36">
            <w:rPr>
              <w:rFonts w:ascii="Segoe UI Symbol" w:eastAsia="MS Gothic" w:hAnsi="Segoe UI Symbol" w:cs="Segoe UI Symbol"/>
              <w:color w:val="000000"/>
              <w:sz w:val="20"/>
              <w:szCs w:val="20"/>
            </w:rPr>
            <w:t>☐</w:t>
          </w:r>
        </w:sdtContent>
      </w:sdt>
      <w:r w:rsidR="00F1507F" w:rsidRPr="00B24C36">
        <w:rPr>
          <w:rFonts w:asciiTheme="minorHAnsi" w:hAnsiTheme="minorHAnsi" w:cs="Arial"/>
          <w:color w:val="000000"/>
          <w:sz w:val="20"/>
          <w:szCs w:val="20"/>
        </w:rPr>
        <w:t xml:space="preserve"> </w:t>
      </w:r>
      <w:r w:rsidR="00F1507F" w:rsidRPr="00B24C36">
        <w:rPr>
          <w:rFonts w:asciiTheme="minorHAnsi" w:hAnsiTheme="minorHAnsi" w:cs="Arial"/>
          <w:color w:val="000000"/>
          <w:sz w:val="20"/>
          <w:szCs w:val="20"/>
          <w:lang w:val="en-US"/>
        </w:rPr>
        <w:t>GEIE (</w:t>
      </w:r>
      <w:proofErr w:type="spellStart"/>
      <w:r w:rsidR="00F1507F" w:rsidRPr="00B24C36">
        <w:rPr>
          <w:rFonts w:asciiTheme="minorHAnsi" w:hAnsiTheme="minorHAnsi" w:cs="Arial"/>
          <w:color w:val="000000"/>
          <w:sz w:val="20"/>
          <w:szCs w:val="20"/>
          <w:lang w:val="en-US"/>
        </w:rPr>
        <w:t>D.Lgs</w:t>
      </w:r>
      <w:proofErr w:type="spellEnd"/>
      <w:r w:rsidR="00F1507F" w:rsidRPr="00B24C36">
        <w:rPr>
          <w:rFonts w:asciiTheme="minorHAnsi" w:hAnsiTheme="minorHAnsi" w:cs="Arial"/>
          <w:color w:val="000000"/>
          <w:sz w:val="20"/>
          <w:szCs w:val="20"/>
          <w:lang w:val="en-US"/>
        </w:rPr>
        <w:t xml:space="preserve">. 36/2023 art. 65 – comma 2 - </w:t>
      </w:r>
      <w:proofErr w:type="spellStart"/>
      <w:r w:rsidR="00F1507F" w:rsidRPr="00B24C36">
        <w:rPr>
          <w:rFonts w:asciiTheme="minorHAnsi" w:hAnsiTheme="minorHAnsi" w:cs="Arial"/>
          <w:color w:val="000000"/>
          <w:sz w:val="20"/>
          <w:szCs w:val="20"/>
          <w:lang w:val="en-US"/>
        </w:rPr>
        <w:t>lett</w:t>
      </w:r>
      <w:proofErr w:type="spellEnd"/>
      <w:r w:rsidR="00F1507F" w:rsidRPr="00B24C36">
        <w:rPr>
          <w:rFonts w:asciiTheme="minorHAnsi" w:hAnsiTheme="minorHAnsi" w:cs="Arial"/>
          <w:color w:val="000000"/>
          <w:sz w:val="20"/>
          <w:szCs w:val="20"/>
          <w:lang w:val="en-US"/>
        </w:rPr>
        <w:t>. h);</w:t>
      </w:r>
    </w:p>
    <w:p w14:paraId="25C6D37E" w14:textId="77777777" w:rsidR="00F1507F" w:rsidRPr="00B24C36" w:rsidRDefault="00F1507F" w:rsidP="00F1507F">
      <w:pPr>
        <w:pStyle w:val="LetteraTipo"/>
        <w:jc w:val="both"/>
        <w:rPr>
          <w:rFonts w:asciiTheme="minorHAnsi" w:hAnsiTheme="minorHAnsi"/>
          <w:b/>
        </w:rPr>
      </w:pPr>
    </w:p>
    <w:p w14:paraId="57AC5D24"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DICHIARA / DICHIARANO CONGIUNTAMENTE</w:t>
      </w:r>
    </w:p>
    <w:p w14:paraId="0A7E1C27"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CHE LA/E MEDESIMA/E</w:t>
      </w:r>
    </w:p>
    <w:p w14:paraId="230AB121" w14:textId="77777777" w:rsidR="00F1507F" w:rsidRPr="00B24C36" w:rsidRDefault="00F1507F" w:rsidP="00F1507F">
      <w:pPr>
        <w:jc w:val="center"/>
        <w:rPr>
          <w:rFonts w:asciiTheme="minorHAnsi" w:hAnsiTheme="minorHAnsi" w:cs="Arial"/>
          <w:b/>
          <w:sz w:val="20"/>
          <w:szCs w:val="20"/>
        </w:rPr>
      </w:pPr>
      <w:r w:rsidRPr="00B24C36">
        <w:rPr>
          <w:rFonts w:asciiTheme="minorHAnsi" w:hAnsiTheme="minorHAnsi" w:cs="Arial"/>
          <w:b/>
          <w:sz w:val="20"/>
          <w:szCs w:val="20"/>
        </w:rPr>
        <w:t>SI OBBLIGA/NO</w:t>
      </w:r>
    </w:p>
    <w:p w14:paraId="6C39F1DD" w14:textId="77777777" w:rsidR="00F1507F" w:rsidRPr="00B24C36" w:rsidRDefault="00F1507F" w:rsidP="00F1507F">
      <w:pPr>
        <w:jc w:val="center"/>
        <w:rPr>
          <w:rFonts w:asciiTheme="minorHAnsi" w:hAnsiTheme="minorHAnsi" w:cs="Arial"/>
          <w:b/>
          <w:sz w:val="20"/>
          <w:szCs w:val="20"/>
        </w:rPr>
      </w:pPr>
    </w:p>
    <w:p w14:paraId="060091F1" w14:textId="77777777" w:rsidR="00F1507F" w:rsidRPr="00B24C36" w:rsidRDefault="00F1507F" w:rsidP="00F1507F">
      <w:pPr>
        <w:rPr>
          <w:rFonts w:asciiTheme="minorHAnsi" w:hAnsiTheme="minorHAnsi" w:cs="Arial"/>
          <w:sz w:val="20"/>
          <w:szCs w:val="20"/>
        </w:rPr>
      </w:pPr>
    </w:p>
    <w:p w14:paraId="72C0AE35" w14:textId="77777777" w:rsidR="00FA1A21" w:rsidRDefault="00F1507F" w:rsidP="00FA1A21">
      <w:pPr>
        <w:jc w:val="both"/>
        <w:rPr>
          <w:rFonts w:asciiTheme="minorHAnsi" w:hAnsiTheme="minorHAnsi" w:cs="Arial"/>
          <w:sz w:val="20"/>
          <w:szCs w:val="20"/>
        </w:rPr>
      </w:pPr>
      <w:r w:rsidRPr="00B24C36">
        <w:rPr>
          <w:rFonts w:asciiTheme="minorHAnsi" w:hAnsiTheme="minorHAnsi" w:cs="Arial"/>
          <w:sz w:val="20"/>
          <w:szCs w:val="20"/>
        </w:rPr>
        <w:t>ad eseguire l’appalto in oggetto secondo quanto prescritto dalla documentazione tecnica alle seguenti condizioni:</w:t>
      </w:r>
    </w:p>
    <w:p w14:paraId="34CF1843" w14:textId="77777777" w:rsidR="00FA1A21" w:rsidRDefault="00FA1A21" w:rsidP="00FA1A21">
      <w:pPr>
        <w:jc w:val="both"/>
        <w:rPr>
          <w:rFonts w:asciiTheme="minorHAnsi" w:hAnsiTheme="minorHAnsi" w:cs="Arial"/>
          <w:sz w:val="20"/>
          <w:szCs w:val="20"/>
        </w:rPr>
      </w:pPr>
    </w:p>
    <w:p w14:paraId="01EFA882" w14:textId="07E285EE" w:rsidR="005B69B9" w:rsidRPr="00FA1A21" w:rsidRDefault="00FA1A21" w:rsidP="00FA1A21">
      <w:pPr>
        <w:jc w:val="both"/>
        <w:rPr>
          <w:rFonts w:asciiTheme="minorHAnsi" w:hAnsiTheme="minorHAnsi" w:cs="Arial"/>
          <w:sz w:val="20"/>
          <w:szCs w:val="20"/>
        </w:rPr>
      </w:pPr>
      <w:r w:rsidRPr="004C6B85">
        <w:rPr>
          <w:rFonts w:asciiTheme="minorHAnsi" w:hAnsiTheme="minorHAnsi" w:cs="Arial"/>
          <w:b/>
          <w:sz w:val="20"/>
          <w:szCs w:val="20"/>
        </w:rPr>
        <w:t>1.</w:t>
      </w:r>
      <w:r>
        <w:rPr>
          <w:rFonts w:asciiTheme="minorHAnsi" w:hAnsiTheme="minorHAnsi" w:cs="Arial"/>
          <w:sz w:val="20"/>
          <w:szCs w:val="20"/>
        </w:rPr>
        <w:t xml:space="preserve"> </w:t>
      </w:r>
      <w:r w:rsidRPr="00FA1A21">
        <w:rPr>
          <w:rFonts w:asciiTheme="minorHAnsi" w:eastAsia="Calibri" w:hAnsiTheme="minorHAnsi" w:cs="Arial"/>
          <w:b/>
          <w:sz w:val="20"/>
          <w:szCs w:val="20"/>
          <w:lang w:eastAsia="en-US"/>
        </w:rPr>
        <w:t>RIBASSO UNICO OFFERTO</w:t>
      </w:r>
      <w:r w:rsidR="005B69B9" w:rsidRPr="00FA1A21">
        <w:rPr>
          <w:rFonts w:asciiTheme="minorHAnsi" w:eastAsia="Calibri" w:hAnsiTheme="minorHAnsi" w:cs="Arial"/>
          <w:b/>
          <w:sz w:val="20"/>
          <w:szCs w:val="20"/>
          <w:lang w:eastAsia="en-US"/>
        </w:rPr>
        <w:t xml:space="preserve">, </w:t>
      </w:r>
      <w:r w:rsidR="005B69B9" w:rsidRPr="00FA1A21">
        <w:rPr>
          <w:rFonts w:asciiTheme="minorHAnsi" w:eastAsia="Calibri" w:hAnsiTheme="minorHAnsi" w:cs="Arial"/>
          <w:sz w:val="20"/>
          <w:szCs w:val="20"/>
          <w:lang w:eastAsia="en-US"/>
        </w:rPr>
        <w:t>espresso in termini percentuali (%) ed approssimato alla seconda cifra decimale (in cifre)</w:t>
      </w:r>
      <w:r w:rsidR="005B69B9" w:rsidRPr="00FA1A21">
        <w:rPr>
          <w:rFonts w:asciiTheme="minorHAnsi" w:eastAsia="Calibri" w:hAnsiTheme="minorHAnsi" w:cs="Arial"/>
          <w:b/>
          <w:sz w:val="20"/>
          <w:szCs w:val="20"/>
          <w:lang w:eastAsia="en-US"/>
        </w:rPr>
        <w:t>:</w:t>
      </w:r>
    </w:p>
    <w:p w14:paraId="622028EA" w14:textId="77777777" w:rsidR="005B69B9" w:rsidRDefault="005B69B9" w:rsidP="005B69B9">
      <w:pPr>
        <w:rPr>
          <w:rFonts w:asciiTheme="minorHAnsi" w:hAnsiTheme="minorHAnsi" w:cs="Arial"/>
          <w:b/>
          <w:sz w:val="20"/>
          <w:szCs w:val="20"/>
        </w:rPr>
      </w:pPr>
      <w:r>
        <w:rPr>
          <w:rFonts w:asciiTheme="minorHAnsi" w:eastAsia="Calibri" w:hAnsiTheme="minorHAnsi" w:cs="Arial"/>
          <w:b/>
          <w:sz w:val="20"/>
          <w:szCs w:val="20"/>
          <w:lang w:eastAsia="en-US"/>
        </w:rPr>
        <w:t xml:space="preserve"> </w:t>
      </w:r>
      <w:r w:rsidRPr="007A430A">
        <w:rPr>
          <w:rFonts w:asciiTheme="minorHAnsi" w:hAnsiTheme="minorHAnsi" w:cs="Arial"/>
          <w:i/>
          <w:sz w:val="20"/>
          <w:szCs w:val="20"/>
        </w:rPr>
        <w:t xml:space="preserve"> </w:t>
      </w:r>
      <w:sdt>
        <w:sdtPr>
          <w:rPr>
            <w:rFonts w:asciiTheme="minorHAnsi" w:hAnsiTheme="minorHAnsi" w:cs="Arial"/>
            <w:sz w:val="20"/>
            <w:szCs w:val="20"/>
          </w:rPr>
          <w:id w:val="-1988315064"/>
          <w:placeholder>
            <w:docPart w:val="E8D531D69CFC4407A668E68FAC1F9A12"/>
          </w:placeholder>
          <w:text/>
        </w:sdtPr>
        <w:sdtEndPr/>
        <w:sdtContent>
          <w:r>
            <w:rPr>
              <w:rFonts w:asciiTheme="minorHAnsi" w:hAnsiTheme="minorHAnsi" w:cs="Arial"/>
              <w:sz w:val="20"/>
              <w:szCs w:val="20"/>
            </w:rPr>
            <w:t>……………………………………………………………………………………………………………………………………………………………………</w:t>
          </w:r>
        </w:sdtContent>
      </w:sdt>
    </w:p>
    <w:p w14:paraId="06CE80DD" w14:textId="77777777" w:rsidR="005B69B9" w:rsidRDefault="005B69B9" w:rsidP="005B69B9">
      <w:pPr>
        <w:rPr>
          <w:rFonts w:asciiTheme="minorHAnsi" w:hAnsiTheme="minorHAnsi" w:cs="Arial"/>
          <w:b/>
          <w:sz w:val="20"/>
          <w:szCs w:val="20"/>
        </w:rPr>
      </w:pPr>
    </w:p>
    <w:p w14:paraId="3B325F53" w14:textId="2F530BEB" w:rsidR="005B69B9" w:rsidRPr="0003307E" w:rsidRDefault="00FA1A21" w:rsidP="005B69B9">
      <w:pPr>
        <w:rPr>
          <w:rFonts w:asciiTheme="minorHAnsi" w:hAnsiTheme="minorHAnsi" w:cs="Arial"/>
          <w:b/>
          <w:sz w:val="20"/>
          <w:szCs w:val="20"/>
        </w:rPr>
      </w:pPr>
      <w:r w:rsidRPr="007A430A">
        <w:rPr>
          <w:rFonts w:asciiTheme="minorHAnsi" w:eastAsia="Calibri" w:hAnsiTheme="minorHAnsi" w:cs="Arial"/>
          <w:b/>
          <w:sz w:val="20"/>
          <w:szCs w:val="20"/>
          <w:lang w:eastAsia="en-US"/>
        </w:rPr>
        <w:t xml:space="preserve">RIBASSO </w:t>
      </w:r>
      <w:r>
        <w:rPr>
          <w:rFonts w:asciiTheme="minorHAnsi" w:eastAsia="Calibri" w:hAnsiTheme="minorHAnsi" w:cs="Arial"/>
          <w:b/>
          <w:sz w:val="20"/>
          <w:szCs w:val="20"/>
          <w:lang w:eastAsia="en-US"/>
        </w:rPr>
        <w:t xml:space="preserve">UNICO </w:t>
      </w:r>
      <w:r w:rsidRPr="007A430A">
        <w:rPr>
          <w:rFonts w:asciiTheme="minorHAnsi" w:eastAsia="Calibri" w:hAnsiTheme="minorHAnsi" w:cs="Arial"/>
          <w:b/>
          <w:sz w:val="20"/>
          <w:szCs w:val="20"/>
          <w:lang w:eastAsia="en-US"/>
        </w:rPr>
        <w:t>OFFERTO</w:t>
      </w:r>
      <w:r w:rsidR="005B69B9" w:rsidRPr="00FA1A21">
        <w:rPr>
          <w:rFonts w:asciiTheme="minorHAnsi" w:eastAsia="Calibri" w:hAnsiTheme="minorHAnsi" w:cs="Arial"/>
          <w:sz w:val="20"/>
          <w:szCs w:val="20"/>
          <w:lang w:eastAsia="en-US"/>
        </w:rPr>
        <w:t>, espresso in termini percentuali (%) ed approssimato alla seconda cifra decimale (in lettere)</w:t>
      </w:r>
      <w:r w:rsidR="005B69B9" w:rsidRPr="007A430A">
        <w:rPr>
          <w:rFonts w:asciiTheme="minorHAnsi" w:eastAsia="Calibri" w:hAnsiTheme="minorHAnsi" w:cs="Arial"/>
          <w:b/>
          <w:sz w:val="20"/>
          <w:szCs w:val="20"/>
          <w:lang w:eastAsia="en-US"/>
        </w:rPr>
        <w:t>:</w:t>
      </w:r>
    </w:p>
    <w:p w14:paraId="167FC01B" w14:textId="77777777" w:rsidR="005B69B9" w:rsidRPr="007A430A" w:rsidRDefault="004834E5" w:rsidP="005B69B9">
      <w:pPr>
        <w:jc w:val="both"/>
        <w:rPr>
          <w:rFonts w:asciiTheme="minorHAnsi" w:hAnsiTheme="minorHAnsi" w:cs="Arial"/>
          <w:sz w:val="20"/>
          <w:szCs w:val="20"/>
        </w:rPr>
      </w:pPr>
      <w:sdt>
        <w:sdtPr>
          <w:rPr>
            <w:rFonts w:asciiTheme="minorHAnsi" w:hAnsiTheme="minorHAnsi" w:cs="Arial"/>
            <w:sz w:val="20"/>
            <w:szCs w:val="20"/>
          </w:rPr>
          <w:id w:val="-105515814"/>
          <w:placeholder>
            <w:docPart w:val="E8D531D69CFC4407A668E68FAC1F9A12"/>
          </w:placeholder>
          <w:text/>
        </w:sdtPr>
        <w:sdtEndPr/>
        <w:sdtContent>
          <w:r w:rsidR="005B69B9" w:rsidRPr="007A430A">
            <w:rPr>
              <w:rFonts w:asciiTheme="minorHAnsi" w:hAnsiTheme="minorHAnsi" w:cs="Arial"/>
              <w:sz w:val="20"/>
              <w:szCs w:val="20"/>
            </w:rPr>
            <w:t>…………………………………………………………………………………………………………………...</w:t>
          </w:r>
        </w:sdtContent>
      </w:sdt>
    </w:p>
    <w:p w14:paraId="7019B2D3" w14:textId="3EB54D76" w:rsidR="00A2363C" w:rsidRDefault="005B69B9" w:rsidP="005B69B9">
      <w:pPr>
        <w:pStyle w:val="LetteraTipo"/>
        <w:spacing w:line="276" w:lineRule="auto"/>
        <w:jc w:val="both"/>
        <w:rPr>
          <w:rFonts w:asciiTheme="minorHAnsi" w:hAnsiTheme="minorHAnsi"/>
          <w:b/>
        </w:rPr>
      </w:pPr>
      <w:r w:rsidRPr="00DE4871">
        <w:rPr>
          <w:rFonts w:asciiTheme="minorHAnsi" w:hAnsiTheme="minorHAnsi"/>
          <w:b/>
        </w:rPr>
        <w:t>da a</w:t>
      </w:r>
      <w:r>
        <w:rPr>
          <w:rFonts w:asciiTheme="minorHAnsi" w:hAnsiTheme="minorHAnsi"/>
          <w:b/>
        </w:rPr>
        <w:t xml:space="preserve">pplicare ai </w:t>
      </w:r>
      <w:r w:rsidR="008B64FF">
        <w:rPr>
          <w:rFonts w:asciiTheme="minorHAnsi" w:hAnsiTheme="minorHAnsi"/>
          <w:b/>
        </w:rPr>
        <w:t>prezzi</w:t>
      </w:r>
      <w:r>
        <w:rPr>
          <w:rFonts w:asciiTheme="minorHAnsi" w:hAnsiTheme="minorHAnsi"/>
          <w:b/>
        </w:rPr>
        <w:t xml:space="preserve"> </w:t>
      </w:r>
      <w:r w:rsidR="00CA1957">
        <w:rPr>
          <w:rFonts w:asciiTheme="minorHAnsi" w:hAnsiTheme="minorHAnsi"/>
          <w:b/>
        </w:rPr>
        <w:t xml:space="preserve">unitari </w:t>
      </w:r>
      <w:r>
        <w:rPr>
          <w:rFonts w:asciiTheme="minorHAnsi" w:hAnsiTheme="minorHAnsi"/>
          <w:b/>
        </w:rPr>
        <w:t>di tutti gli</w:t>
      </w:r>
      <w:r w:rsidR="00FA1A21">
        <w:rPr>
          <w:rFonts w:asciiTheme="minorHAnsi" w:hAnsiTheme="minorHAnsi"/>
          <w:b/>
        </w:rPr>
        <w:t xml:space="preserve"> articoli inclusi nel LOTTO</w:t>
      </w:r>
      <w:r w:rsidR="00817104">
        <w:rPr>
          <w:rFonts w:asciiTheme="minorHAnsi" w:hAnsiTheme="minorHAnsi"/>
          <w:b/>
        </w:rPr>
        <w:t xml:space="preserve"> 1 ed indicati nella “Tabelle di dettaglio degli articoli –LOTTO 1” allegate alla Specifica Tecnica.</w:t>
      </w:r>
    </w:p>
    <w:p w14:paraId="2F6D5851" w14:textId="77777777" w:rsidR="00FA1A21" w:rsidRDefault="00FA1A21" w:rsidP="005B69B9">
      <w:pPr>
        <w:pStyle w:val="LetteraTipo"/>
        <w:spacing w:line="276" w:lineRule="auto"/>
        <w:jc w:val="both"/>
        <w:rPr>
          <w:rFonts w:asciiTheme="minorHAnsi" w:hAnsiTheme="minorHAnsi"/>
          <w:b/>
        </w:rPr>
      </w:pPr>
    </w:p>
    <w:p w14:paraId="435D59C3" w14:textId="3C397B2C"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2. 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8B64FF">
        <w:rPr>
          <w:rFonts w:asciiTheme="minorHAnsi" w:hAnsiTheme="minorHAnsi" w:cs="Arial"/>
          <w:sz w:val="20"/>
          <w:szCs w:val="20"/>
        </w:rPr>
        <w:t xml:space="preserve">pari </w:t>
      </w:r>
      <w:r w:rsidRPr="00FA1A21">
        <w:rPr>
          <w:rFonts w:asciiTheme="minorHAnsi" w:hAnsiTheme="minorHAnsi" w:cs="Arial"/>
          <w:sz w:val="20"/>
          <w:szCs w:val="20"/>
        </w:rPr>
        <w:t xml:space="preserve">alla sommatoria </w:t>
      </w:r>
      <w:r w:rsidR="00AB7234">
        <w:rPr>
          <w:rFonts w:asciiTheme="minorHAnsi" w:hAnsiTheme="minorHAnsi" w:cs="Arial"/>
          <w:sz w:val="20"/>
          <w:szCs w:val="20"/>
        </w:rPr>
        <w:t xml:space="preserve">dei prezzi </w:t>
      </w:r>
      <w:r w:rsidR="008B64FF">
        <w:rPr>
          <w:rFonts w:asciiTheme="minorHAnsi" w:hAnsiTheme="minorHAnsi" w:cs="Arial"/>
          <w:sz w:val="20"/>
          <w:szCs w:val="20"/>
        </w:rPr>
        <w:t xml:space="preserve">unitari </w:t>
      </w:r>
      <w:r w:rsidR="00AB7234">
        <w:rPr>
          <w:rFonts w:asciiTheme="minorHAnsi" w:hAnsiTheme="minorHAnsi" w:cs="Arial"/>
          <w:sz w:val="20"/>
          <w:szCs w:val="20"/>
        </w:rPr>
        <w:t xml:space="preserve">dei singoli articoli inclusi nel LOTTO 1 </w:t>
      </w:r>
      <w:r w:rsidR="006C42B1">
        <w:rPr>
          <w:rFonts w:asciiTheme="minorHAnsi" w:hAnsiTheme="minorHAnsi" w:cs="Arial"/>
          <w:sz w:val="20"/>
          <w:szCs w:val="20"/>
        </w:rPr>
        <w:t>decurtati</w:t>
      </w:r>
      <w:r w:rsidRPr="00FA1A21">
        <w:rPr>
          <w:rFonts w:asciiTheme="minorHAnsi" w:hAnsiTheme="minorHAnsi" w:cs="Arial"/>
          <w:sz w:val="20"/>
          <w:szCs w:val="20"/>
        </w:rPr>
        <w:t xml:space="preserve"> del ribasso unico </w:t>
      </w:r>
      <w:r w:rsidR="00AB7234">
        <w:rPr>
          <w:rFonts w:asciiTheme="minorHAnsi" w:hAnsiTheme="minorHAnsi" w:cs="Arial"/>
          <w:sz w:val="20"/>
          <w:szCs w:val="20"/>
        </w:rPr>
        <w:t>percentuale offerto</w:t>
      </w:r>
      <w:r w:rsidR="008B64FF">
        <w:rPr>
          <w:rFonts w:asciiTheme="minorHAnsi" w:hAnsiTheme="minorHAnsi" w:cs="Arial"/>
          <w:sz w:val="20"/>
          <w:szCs w:val="20"/>
        </w:rPr>
        <w:t xml:space="preserve"> </w:t>
      </w:r>
      <w:r w:rsidR="00E14B60">
        <w:rPr>
          <w:rFonts w:asciiTheme="minorHAnsi" w:hAnsiTheme="minorHAnsi" w:cs="Arial"/>
          <w:sz w:val="20"/>
          <w:szCs w:val="20"/>
        </w:rPr>
        <w:t xml:space="preserve">e </w:t>
      </w:r>
      <w:r w:rsidR="008B64FF">
        <w:rPr>
          <w:rFonts w:asciiTheme="minorHAnsi" w:hAnsiTheme="minorHAnsi" w:cs="Arial"/>
          <w:sz w:val="20"/>
          <w:szCs w:val="20"/>
        </w:rPr>
        <w:t>moltiplicati per le relative quantità</w:t>
      </w:r>
      <w:r w:rsidRPr="00FA1A21">
        <w:rPr>
          <w:rFonts w:asciiTheme="minorHAnsi" w:hAnsiTheme="minorHAnsi" w:cs="Arial"/>
          <w:sz w:val="20"/>
          <w:szCs w:val="20"/>
        </w:rPr>
        <w:t xml:space="preserve"> </w:t>
      </w:r>
      <w:r w:rsidRPr="00DB23DC">
        <w:rPr>
          <w:rFonts w:asciiTheme="minorHAnsi" w:hAnsiTheme="minorHAnsi" w:cs="Arial"/>
          <w:sz w:val="20"/>
          <w:szCs w:val="20"/>
        </w:rPr>
        <w:t>(in cifre):</w:t>
      </w:r>
    </w:p>
    <w:p w14:paraId="4BFBD09C" w14:textId="77777777" w:rsidR="00FA1A21" w:rsidRPr="007A430A" w:rsidRDefault="004834E5" w:rsidP="00FA1A21">
      <w:pPr>
        <w:jc w:val="both"/>
        <w:rPr>
          <w:rFonts w:asciiTheme="minorHAnsi" w:hAnsiTheme="minorHAnsi" w:cs="Arial"/>
          <w:sz w:val="20"/>
          <w:szCs w:val="20"/>
        </w:rPr>
      </w:pPr>
      <w:sdt>
        <w:sdtPr>
          <w:rPr>
            <w:rFonts w:asciiTheme="minorHAnsi" w:hAnsiTheme="minorHAnsi" w:cs="Arial"/>
            <w:sz w:val="20"/>
            <w:szCs w:val="20"/>
          </w:rPr>
          <w:id w:val="634991525"/>
          <w:placeholder>
            <w:docPart w:val="792879A44E1849F8B6FB9436A866577D"/>
          </w:placeholder>
          <w:text/>
        </w:sdtPr>
        <w:sdtEndPr/>
        <w:sdtContent>
          <w:r w:rsidR="00FA1A21" w:rsidRPr="007A430A">
            <w:rPr>
              <w:rFonts w:asciiTheme="minorHAnsi" w:hAnsiTheme="minorHAnsi" w:cs="Arial"/>
              <w:sz w:val="20"/>
              <w:szCs w:val="20"/>
            </w:rPr>
            <w:t>…………………………………………………………………………………………………………………...</w:t>
          </w:r>
        </w:sdtContent>
      </w:sdt>
    </w:p>
    <w:p w14:paraId="6EEA4692" w14:textId="77777777" w:rsidR="00FA1A21" w:rsidRPr="00DB23DC" w:rsidRDefault="00FA1A21" w:rsidP="00FA1A21">
      <w:pPr>
        <w:jc w:val="both"/>
        <w:rPr>
          <w:rFonts w:asciiTheme="minorHAnsi" w:hAnsiTheme="minorHAnsi" w:cs="Arial"/>
          <w:sz w:val="20"/>
          <w:szCs w:val="20"/>
        </w:rPr>
      </w:pPr>
    </w:p>
    <w:p w14:paraId="65828069" w14:textId="37C5DC54" w:rsidR="00FA1A21" w:rsidRPr="00DB23DC" w:rsidRDefault="00FA1A21" w:rsidP="00FA1A21">
      <w:pPr>
        <w:jc w:val="both"/>
        <w:rPr>
          <w:rFonts w:asciiTheme="minorHAnsi" w:hAnsiTheme="minorHAnsi" w:cs="Arial"/>
          <w:sz w:val="20"/>
          <w:szCs w:val="20"/>
        </w:rPr>
      </w:pPr>
      <w:r>
        <w:rPr>
          <w:rFonts w:asciiTheme="minorHAnsi" w:hAnsiTheme="minorHAnsi" w:cs="Arial"/>
          <w:b/>
          <w:sz w:val="20"/>
          <w:szCs w:val="20"/>
        </w:rPr>
        <w:t>IMPORTO</w:t>
      </w:r>
      <w:r w:rsidRPr="00DB23DC">
        <w:rPr>
          <w:rFonts w:asciiTheme="minorHAnsi" w:hAnsiTheme="minorHAnsi" w:cs="Arial"/>
          <w:b/>
          <w:sz w:val="20"/>
          <w:szCs w:val="20"/>
        </w:rPr>
        <w:t xml:space="preserve"> COMPLESSIVO OFFERTO</w:t>
      </w:r>
      <w:r w:rsidRPr="00DB23DC">
        <w:rPr>
          <w:rFonts w:asciiTheme="minorHAnsi" w:hAnsiTheme="minorHAnsi" w:cs="Arial"/>
          <w:sz w:val="20"/>
          <w:szCs w:val="20"/>
        </w:rPr>
        <w:t xml:space="preserve"> </w:t>
      </w:r>
      <w:r w:rsidR="00E14B60">
        <w:rPr>
          <w:rFonts w:asciiTheme="minorHAnsi" w:hAnsiTheme="minorHAnsi" w:cs="Arial"/>
          <w:sz w:val="20"/>
          <w:szCs w:val="20"/>
        </w:rPr>
        <w:t xml:space="preserve">pari </w:t>
      </w:r>
      <w:r w:rsidR="00E14B60" w:rsidRPr="00FA1A21">
        <w:rPr>
          <w:rFonts w:asciiTheme="minorHAnsi" w:hAnsiTheme="minorHAnsi" w:cs="Arial"/>
          <w:sz w:val="20"/>
          <w:szCs w:val="20"/>
        </w:rPr>
        <w:t xml:space="preserve">alla sommatoria </w:t>
      </w:r>
      <w:r w:rsidR="00E14B60">
        <w:rPr>
          <w:rFonts w:asciiTheme="minorHAnsi" w:hAnsiTheme="minorHAnsi" w:cs="Arial"/>
          <w:sz w:val="20"/>
          <w:szCs w:val="20"/>
        </w:rPr>
        <w:t>dei prezzi unitari dei singoli articoli inclusi nel LOTTO 1 decurtati</w:t>
      </w:r>
      <w:r w:rsidR="00E14B60" w:rsidRPr="00FA1A21">
        <w:rPr>
          <w:rFonts w:asciiTheme="minorHAnsi" w:hAnsiTheme="minorHAnsi" w:cs="Arial"/>
          <w:sz w:val="20"/>
          <w:szCs w:val="20"/>
        </w:rPr>
        <w:t xml:space="preserve"> del ribasso unico </w:t>
      </w:r>
      <w:r w:rsidR="00E14B60">
        <w:rPr>
          <w:rFonts w:asciiTheme="minorHAnsi" w:hAnsiTheme="minorHAnsi" w:cs="Arial"/>
          <w:sz w:val="20"/>
          <w:szCs w:val="20"/>
        </w:rPr>
        <w:t>percentuale offerto e moltiplicati per le relative quantità</w:t>
      </w:r>
      <w:r w:rsidRPr="00DB23DC">
        <w:rPr>
          <w:rFonts w:asciiTheme="minorHAnsi" w:hAnsiTheme="minorHAnsi" w:cs="Arial"/>
          <w:sz w:val="20"/>
          <w:szCs w:val="20"/>
        </w:rPr>
        <w:t xml:space="preserve"> (in lettere):</w:t>
      </w:r>
    </w:p>
    <w:p w14:paraId="466C8720" w14:textId="77777777" w:rsidR="00072EFF" w:rsidRDefault="004834E5" w:rsidP="00FA1A21">
      <w:pPr>
        <w:jc w:val="both"/>
        <w:rPr>
          <w:rFonts w:asciiTheme="minorHAnsi" w:hAnsiTheme="minorHAnsi" w:cs="Arial"/>
          <w:sz w:val="20"/>
          <w:szCs w:val="20"/>
        </w:rPr>
      </w:pPr>
      <w:sdt>
        <w:sdtPr>
          <w:rPr>
            <w:rFonts w:asciiTheme="minorHAnsi" w:hAnsiTheme="minorHAnsi" w:cs="Arial"/>
            <w:sz w:val="20"/>
            <w:szCs w:val="20"/>
          </w:rPr>
          <w:id w:val="-1402980767"/>
          <w:placeholder>
            <w:docPart w:val="910628657D984A9BB6504349992350D6"/>
          </w:placeholder>
          <w:text/>
        </w:sdtPr>
        <w:sdtEndPr/>
        <w:sdtContent>
          <w:r w:rsidR="00FA1A21" w:rsidRPr="007A430A">
            <w:rPr>
              <w:rFonts w:asciiTheme="minorHAnsi" w:hAnsiTheme="minorHAnsi" w:cs="Arial"/>
              <w:sz w:val="20"/>
              <w:szCs w:val="20"/>
            </w:rPr>
            <w:t>…………………………………………………………………………………………………………………...</w:t>
          </w:r>
        </w:sdtContent>
      </w:sdt>
    </w:p>
    <w:p w14:paraId="6205924C" w14:textId="4C88BB7A" w:rsidR="00FA1A21" w:rsidRPr="00072EFF" w:rsidRDefault="00FA1A21" w:rsidP="00FA1A21">
      <w:pPr>
        <w:jc w:val="both"/>
        <w:rPr>
          <w:rFonts w:asciiTheme="minorHAnsi" w:hAnsiTheme="minorHAnsi" w:cs="Arial"/>
          <w:sz w:val="20"/>
          <w:szCs w:val="20"/>
        </w:rPr>
      </w:pPr>
      <w:r w:rsidRPr="00FA1A21">
        <w:rPr>
          <w:rFonts w:asciiTheme="minorHAnsi" w:hAnsiTheme="minorHAnsi" w:cs="Arial"/>
          <w:b/>
          <w:sz w:val="20"/>
          <w:szCs w:val="20"/>
        </w:rPr>
        <w:t>più bass</w:t>
      </w:r>
      <w:r w:rsidR="005173E5">
        <w:rPr>
          <w:rFonts w:asciiTheme="minorHAnsi" w:hAnsiTheme="minorHAnsi" w:cs="Arial"/>
          <w:b/>
          <w:sz w:val="20"/>
          <w:szCs w:val="20"/>
        </w:rPr>
        <w:t>o rispetto all</w:t>
      </w:r>
      <w:r w:rsidR="00AF0ED9">
        <w:rPr>
          <w:rFonts w:asciiTheme="minorHAnsi" w:hAnsiTheme="minorHAnsi" w:cs="Arial"/>
          <w:b/>
          <w:sz w:val="20"/>
          <w:szCs w:val="20"/>
        </w:rPr>
        <w:t>’</w:t>
      </w:r>
      <w:r w:rsidR="005173E5">
        <w:rPr>
          <w:rFonts w:asciiTheme="minorHAnsi" w:hAnsiTheme="minorHAnsi" w:cs="Arial"/>
          <w:b/>
          <w:sz w:val="20"/>
          <w:szCs w:val="20"/>
        </w:rPr>
        <w:t>importo</w:t>
      </w:r>
      <w:r w:rsidRPr="00FA1A21">
        <w:rPr>
          <w:rFonts w:asciiTheme="minorHAnsi" w:hAnsiTheme="minorHAnsi" w:cs="Arial"/>
          <w:b/>
          <w:sz w:val="20"/>
          <w:szCs w:val="20"/>
        </w:rPr>
        <w:t xml:space="preserve"> della fornitura per il LOTTO 1, pari a € 10.832,39.</w:t>
      </w:r>
    </w:p>
    <w:p w14:paraId="45902EBE" w14:textId="77777777" w:rsidR="00072EFF" w:rsidRDefault="00072EFF" w:rsidP="00FA1A21">
      <w:pPr>
        <w:jc w:val="both"/>
        <w:rPr>
          <w:rFonts w:asciiTheme="minorHAnsi" w:hAnsiTheme="minorHAnsi" w:cs="Arial"/>
          <w:b/>
          <w:sz w:val="20"/>
          <w:szCs w:val="20"/>
        </w:rPr>
      </w:pPr>
    </w:p>
    <w:p w14:paraId="247D6921" w14:textId="576A0B10" w:rsidR="000F44C4" w:rsidRDefault="000F44C4" w:rsidP="00FA1A21">
      <w:pPr>
        <w:jc w:val="both"/>
        <w:rPr>
          <w:rFonts w:asciiTheme="minorHAnsi" w:hAnsiTheme="minorHAnsi" w:cs="Arial"/>
          <w:b/>
          <w:sz w:val="20"/>
          <w:szCs w:val="20"/>
        </w:rPr>
      </w:pPr>
      <w:r>
        <w:rPr>
          <w:rFonts w:asciiTheme="minorHAnsi" w:hAnsiTheme="minorHAnsi" w:cs="Arial"/>
          <w:b/>
          <w:sz w:val="20"/>
          <w:szCs w:val="20"/>
        </w:rPr>
        <w:t>3. TEMPISTICA DI CONSEGNA:</w:t>
      </w:r>
    </w:p>
    <w:p w14:paraId="0519B36E" w14:textId="77777777" w:rsidR="00072EFF" w:rsidRDefault="00072EFF" w:rsidP="00072EFF">
      <w:pPr>
        <w:jc w:val="both"/>
        <w:rPr>
          <w:rFonts w:asciiTheme="minorHAnsi" w:hAnsiTheme="minorHAnsi" w:cs="Arial"/>
          <w:b/>
          <w:sz w:val="20"/>
          <w:szCs w:val="20"/>
        </w:rPr>
      </w:pPr>
    </w:p>
    <w:p w14:paraId="0E95BF5A" w14:textId="09D8593F" w:rsidR="00072EFF" w:rsidRPr="00072EFF" w:rsidRDefault="000F44C4" w:rsidP="00072EFF">
      <w:pPr>
        <w:jc w:val="both"/>
        <w:rPr>
          <w:rFonts w:asciiTheme="minorHAnsi" w:hAnsiTheme="minorHAnsi" w:cs="Arial"/>
          <w:b/>
          <w:sz w:val="20"/>
          <w:szCs w:val="20"/>
        </w:rPr>
      </w:pPr>
      <w:r w:rsidRPr="00072EFF">
        <w:rPr>
          <w:rFonts w:asciiTheme="minorHAnsi" w:hAnsiTheme="minorHAnsi" w:cs="Arial"/>
          <w:b/>
          <w:sz w:val="20"/>
          <w:szCs w:val="20"/>
        </w:rPr>
        <w:t xml:space="preserve">Gli articoli inclusi nel Lotto in oggetto verranno consegnati entro n. </w:t>
      </w:r>
      <w:r w:rsidR="001411EE" w:rsidRPr="00072EFF">
        <w:rPr>
          <w:rFonts w:asciiTheme="minorHAnsi" w:hAnsiTheme="minorHAnsi" w:cs="Arial"/>
          <w:b/>
          <w:sz w:val="20"/>
          <w:szCs w:val="20"/>
        </w:rPr>
        <w:t>giorni (</w:t>
      </w:r>
      <w:r w:rsidRPr="00072EFF">
        <w:rPr>
          <w:rFonts w:asciiTheme="minorHAnsi" w:hAnsiTheme="minorHAnsi" w:cs="Arial"/>
          <w:b/>
          <w:sz w:val="20"/>
          <w:szCs w:val="20"/>
        </w:rPr>
        <w:t>in cifre)</w:t>
      </w:r>
      <w:r w:rsidR="00AF0ED9" w:rsidRPr="00072EFF">
        <w:rPr>
          <w:rFonts w:asciiTheme="minorHAnsi" w:hAnsiTheme="minorHAnsi" w:cs="Arial"/>
          <w:b/>
          <w:sz w:val="20"/>
          <w:szCs w:val="20"/>
        </w:rPr>
        <w:t>:</w:t>
      </w:r>
    </w:p>
    <w:p w14:paraId="55954FFA" w14:textId="67D403BE" w:rsidR="00072EFF" w:rsidRDefault="004834E5" w:rsidP="00072EFF">
      <w:pPr>
        <w:jc w:val="both"/>
        <w:rPr>
          <w:rFonts w:asciiTheme="minorHAnsi" w:hAnsiTheme="minorHAnsi" w:cs="Arial"/>
          <w:sz w:val="20"/>
          <w:szCs w:val="20"/>
        </w:rPr>
      </w:pPr>
      <w:sdt>
        <w:sdtPr>
          <w:rPr>
            <w:rFonts w:asciiTheme="minorHAnsi" w:hAnsiTheme="minorHAnsi" w:cs="Arial"/>
            <w:sz w:val="20"/>
            <w:szCs w:val="20"/>
          </w:rPr>
          <w:id w:val="467023258"/>
          <w:placeholder>
            <w:docPart w:val="D60F9A0155104EB29EA07A9871232DAF"/>
          </w:placeholder>
          <w:text/>
        </w:sdtPr>
        <w:sdtEndPr/>
        <w:sdtContent>
          <w:r w:rsidR="00072EFF" w:rsidRPr="007A430A">
            <w:rPr>
              <w:rFonts w:asciiTheme="minorHAnsi" w:hAnsiTheme="minorHAnsi" w:cs="Arial"/>
              <w:sz w:val="20"/>
              <w:szCs w:val="20"/>
            </w:rPr>
            <w:t>…………………………………………………………………………………………………………………...</w:t>
          </w:r>
        </w:sdtContent>
      </w:sdt>
    </w:p>
    <w:p w14:paraId="4BA08F1A" w14:textId="77777777" w:rsidR="00072EFF" w:rsidRPr="00072EFF" w:rsidRDefault="00072EFF" w:rsidP="00072EFF">
      <w:pPr>
        <w:jc w:val="both"/>
        <w:rPr>
          <w:rFonts w:asciiTheme="minorHAnsi" w:hAnsiTheme="minorHAnsi" w:cs="Arial"/>
          <w:sz w:val="20"/>
          <w:szCs w:val="20"/>
        </w:rPr>
      </w:pPr>
    </w:p>
    <w:p w14:paraId="1E9E2691" w14:textId="27B77F02" w:rsidR="00EC0DF2" w:rsidRDefault="000F44C4" w:rsidP="00FA1A21">
      <w:pPr>
        <w:jc w:val="both"/>
        <w:rPr>
          <w:rFonts w:asciiTheme="minorHAnsi" w:hAnsiTheme="minorHAnsi" w:cs="Arial"/>
          <w:b/>
          <w:sz w:val="20"/>
          <w:szCs w:val="20"/>
        </w:rPr>
      </w:pPr>
      <w:r>
        <w:rPr>
          <w:rFonts w:asciiTheme="minorHAnsi" w:hAnsiTheme="minorHAnsi" w:cs="Arial"/>
          <w:b/>
          <w:sz w:val="20"/>
          <w:szCs w:val="20"/>
        </w:rPr>
        <w:t>Gli articoli inclusi nel Lotto in oggetto verr</w:t>
      </w:r>
      <w:r w:rsidR="00AF0ED9">
        <w:rPr>
          <w:rFonts w:asciiTheme="minorHAnsi" w:hAnsiTheme="minorHAnsi" w:cs="Arial"/>
          <w:b/>
          <w:sz w:val="20"/>
          <w:szCs w:val="20"/>
        </w:rPr>
        <w:t>anno consegnati entro n. giorni</w:t>
      </w:r>
      <w:r>
        <w:rPr>
          <w:rFonts w:asciiTheme="minorHAnsi" w:hAnsiTheme="minorHAnsi" w:cs="Arial"/>
          <w:b/>
          <w:sz w:val="20"/>
          <w:szCs w:val="20"/>
        </w:rPr>
        <w:t xml:space="preserve"> (in lettere)</w:t>
      </w:r>
      <w:r w:rsidR="00AF0ED9">
        <w:rPr>
          <w:rFonts w:asciiTheme="minorHAnsi" w:hAnsiTheme="minorHAnsi" w:cs="Arial"/>
          <w:b/>
          <w:sz w:val="20"/>
          <w:szCs w:val="20"/>
        </w:rPr>
        <w:t>:</w:t>
      </w:r>
    </w:p>
    <w:p w14:paraId="44A9A97A" w14:textId="36AA5A56" w:rsidR="00AF0ED9" w:rsidRDefault="004834E5" w:rsidP="00FA1A21">
      <w:pPr>
        <w:jc w:val="both"/>
        <w:rPr>
          <w:rFonts w:asciiTheme="minorHAnsi" w:hAnsiTheme="minorHAnsi" w:cs="Arial"/>
          <w:b/>
          <w:sz w:val="20"/>
          <w:szCs w:val="20"/>
        </w:rPr>
      </w:pPr>
      <w:sdt>
        <w:sdtPr>
          <w:rPr>
            <w:rFonts w:asciiTheme="minorHAnsi" w:hAnsiTheme="minorHAnsi" w:cs="Arial"/>
            <w:sz w:val="20"/>
            <w:szCs w:val="20"/>
          </w:rPr>
          <w:id w:val="-701087941"/>
          <w:placeholder>
            <w:docPart w:val="562B39AF520C4E3DA10E61E1084E5782"/>
          </w:placeholder>
        </w:sdtPr>
        <w:sdtEndPr/>
        <w:sdtContent>
          <w:r w:rsidR="00AF0ED9">
            <w:rPr>
              <w:rFonts w:asciiTheme="minorHAnsi" w:hAnsiTheme="minorHAnsi" w:cs="Arial"/>
              <w:sz w:val="20"/>
              <w:szCs w:val="20"/>
            </w:rPr>
            <w:t>.…………………………………………………………………………………………………………………………………………………</w:t>
          </w:r>
          <w:r w:rsidR="00AF0ED9" w:rsidRPr="00B24C36">
            <w:rPr>
              <w:rFonts w:asciiTheme="minorHAnsi" w:hAnsiTheme="minorHAnsi" w:cs="Arial"/>
              <w:sz w:val="20"/>
              <w:szCs w:val="20"/>
            </w:rPr>
            <w:t>………………</w:t>
          </w:r>
        </w:sdtContent>
      </w:sdt>
    </w:p>
    <w:p w14:paraId="7E32967D" w14:textId="54298A92" w:rsidR="00AF0ED9" w:rsidRPr="00FA1A21" w:rsidRDefault="00AF0ED9" w:rsidP="00FA1A21">
      <w:pPr>
        <w:jc w:val="both"/>
        <w:rPr>
          <w:rFonts w:asciiTheme="minorHAnsi" w:hAnsiTheme="minorHAnsi" w:cs="Arial"/>
          <w:b/>
          <w:sz w:val="20"/>
          <w:szCs w:val="20"/>
        </w:rPr>
      </w:pPr>
      <w:r w:rsidRPr="00AF0ED9">
        <w:rPr>
          <w:rFonts w:asciiTheme="minorHAnsi" w:hAnsiTheme="minorHAnsi" w:cs="Arial"/>
          <w:b/>
          <w:sz w:val="20"/>
          <w:szCs w:val="20"/>
        </w:rPr>
        <w:t>decorrenti dalla data di sottoscrizione del contratto</w:t>
      </w:r>
      <w:r>
        <w:rPr>
          <w:rFonts w:asciiTheme="minorHAnsi" w:hAnsiTheme="minorHAnsi" w:cs="Arial"/>
          <w:b/>
          <w:sz w:val="20"/>
          <w:szCs w:val="20"/>
        </w:rPr>
        <w:t>.</w:t>
      </w:r>
    </w:p>
    <w:p w14:paraId="3638362A" w14:textId="77777777" w:rsidR="00FF3FE1" w:rsidRDefault="00FF3FE1" w:rsidP="00F8468E">
      <w:pPr>
        <w:pStyle w:val="LetteraTipo"/>
        <w:jc w:val="both"/>
        <w:rPr>
          <w:rFonts w:asciiTheme="minorHAnsi" w:hAnsiTheme="minorHAnsi"/>
        </w:rPr>
      </w:pPr>
    </w:p>
    <w:p w14:paraId="348D23E4" w14:textId="77777777" w:rsidR="00072EFF" w:rsidRDefault="00072EFF" w:rsidP="00F8468E">
      <w:pPr>
        <w:pStyle w:val="LetteraTipo"/>
        <w:jc w:val="both"/>
        <w:rPr>
          <w:rFonts w:asciiTheme="minorHAnsi" w:hAnsiTheme="minorHAnsi"/>
        </w:rPr>
      </w:pPr>
    </w:p>
    <w:p w14:paraId="25A6C33D" w14:textId="77777777" w:rsidR="00072EFF" w:rsidRPr="00B24C36" w:rsidRDefault="00072EFF" w:rsidP="00F8468E">
      <w:pPr>
        <w:pStyle w:val="LetteraTipo"/>
        <w:jc w:val="both"/>
        <w:rPr>
          <w:rFonts w:asciiTheme="minorHAnsi" w:hAnsiTheme="minorHAnsi"/>
        </w:rPr>
      </w:pPr>
    </w:p>
    <w:p w14:paraId="1EF75647" w14:textId="1BB5383B" w:rsidR="0046330A" w:rsidRPr="00B24C36" w:rsidRDefault="0046330A" w:rsidP="001F6AE9">
      <w:pPr>
        <w:pStyle w:val="LetteraTipo"/>
        <w:spacing w:line="276" w:lineRule="auto"/>
        <w:jc w:val="both"/>
        <w:rPr>
          <w:rFonts w:asciiTheme="minorHAnsi" w:hAnsiTheme="minorHAnsi"/>
        </w:rPr>
      </w:pPr>
      <w:r w:rsidRPr="00B24C36">
        <w:rPr>
          <w:rFonts w:asciiTheme="minorHAnsi" w:hAnsiTheme="minorHAnsi"/>
          <w:b/>
        </w:rPr>
        <w:t>N.B.</w:t>
      </w:r>
      <w:r w:rsidR="00A2363C" w:rsidRPr="00B24C36">
        <w:rPr>
          <w:rFonts w:asciiTheme="minorHAnsi" w:hAnsiTheme="minorHAnsi"/>
          <w:b/>
        </w:rPr>
        <w:t>1</w:t>
      </w:r>
      <w:r w:rsidR="00F36944" w:rsidRPr="00B24C36">
        <w:rPr>
          <w:rFonts w:asciiTheme="minorHAnsi" w:hAnsiTheme="minorHAnsi"/>
          <w:b/>
        </w:rPr>
        <w:t>:</w:t>
      </w:r>
      <w:r w:rsidRPr="00B24C36">
        <w:rPr>
          <w:rFonts w:asciiTheme="minorHAnsi" w:hAnsiTheme="minorHAnsi"/>
        </w:rPr>
        <w:t xml:space="preserve"> il periodo di validità dell’offerta, a pena di esclusione dalla gara, non potrà essere inferiore a 180 giorni dalla data di scadenza del termine per la presentazione delle offerte. </w:t>
      </w:r>
    </w:p>
    <w:p w14:paraId="11B5AC33" w14:textId="23D6E9E7" w:rsidR="0046330A" w:rsidRDefault="0046330A" w:rsidP="0046330A">
      <w:pPr>
        <w:pStyle w:val="LetteraTipo"/>
        <w:jc w:val="both"/>
        <w:rPr>
          <w:rFonts w:asciiTheme="minorHAnsi" w:hAnsiTheme="minorHAnsi"/>
        </w:rPr>
      </w:pPr>
      <w:r w:rsidRPr="00B24C36">
        <w:rPr>
          <w:rFonts w:asciiTheme="minorHAnsi" w:hAnsiTheme="minorHAnsi"/>
          <w:b/>
        </w:rPr>
        <w:t>N.B.</w:t>
      </w:r>
      <w:r w:rsidR="00A2363C" w:rsidRPr="00B24C36">
        <w:rPr>
          <w:rFonts w:asciiTheme="minorHAnsi" w:hAnsiTheme="minorHAnsi"/>
          <w:b/>
        </w:rPr>
        <w:t>2</w:t>
      </w:r>
      <w:r w:rsidRPr="00B24C36">
        <w:rPr>
          <w:rFonts w:asciiTheme="minorHAnsi" w:hAnsiTheme="minorHAnsi"/>
          <w:b/>
        </w:rPr>
        <w:t xml:space="preserve">: </w:t>
      </w:r>
      <w:r w:rsidRPr="00B24C36">
        <w:rPr>
          <w:rFonts w:asciiTheme="minorHAnsi" w:hAnsiTheme="minorHAnsi"/>
        </w:rPr>
        <w:t>In caso di mancata corrispondenza tra gli importi</w:t>
      </w:r>
      <w:r w:rsidR="00CF0E5C">
        <w:rPr>
          <w:rFonts w:asciiTheme="minorHAnsi" w:hAnsiTheme="minorHAnsi"/>
        </w:rPr>
        <w:t>/valori</w:t>
      </w:r>
      <w:r w:rsidRPr="00B24C36">
        <w:rPr>
          <w:rFonts w:asciiTheme="minorHAnsi" w:hAnsiTheme="minorHAnsi"/>
        </w:rPr>
        <w:t xml:space="preserve"> espressi in cifre e quelli espressi il lettere, preverranno quelli espressi in lettere.</w:t>
      </w:r>
    </w:p>
    <w:p w14:paraId="34DCC5A0" w14:textId="4585863A" w:rsidR="00752FB3" w:rsidRDefault="00752FB3" w:rsidP="0046330A">
      <w:pPr>
        <w:pStyle w:val="LetteraTipo"/>
        <w:jc w:val="both"/>
        <w:rPr>
          <w:rFonts w:asciiTheme="minorHAnsi" w:hAnsiTheme="minorHAnsi"/>
        </w:rPr>
      </w:pPr>
      <w:r w:rsidRPr="00DB23DC">
        <w:rPr>
          <w:rFonts w:asciiTheme="minorHAnsi" w:hAnsiTheme="minorHAnsi"/>
          <w:b/>
        </w:rPr>
        <w:t>N.B.3</w:t>
      </w:r>
      <w:r w:rsidRPr="00DB23DC">
        <w:rPr>
          <w:rFonts w:asciiTheme="minorHAnsi" w:hAnsiTheme="minorHAnsi"/>
        </w:rPr>
        <w:t xml:space="preserve">: </w:t>
      </w:r>
      <w:r w:rsidR="00E14B60" w:rsidRPr="003B2853">
        <w:rPr>
          <w:rFonts w:eastAsiaTheme="majorEastAsia"/>
          <w:color w:val="0D0D0D" w:themeColor="text1" w:themeTint="F2"/>
          <w:sz w:val="18"/>
          <w:szCs w:val="18"/>
        </w:rPr>
        <w:t xml:space="preserve">- </w:t>
      </w:r>
      <w:r w:rsidR="00E14B60" w:rsidRPr="00E025F5">
        <w:rPr>
          <w:rFonts w:eastAsiaTheme="majorEastAsia"/>
          <w:color w:val="0D0D0D" w:themeColor="text1" w:themeTint="F2"/>
          <w:sz w:val="18"/>
          <w:szCs w:val="18"/>
        </w:rPr>
        <w:t>In caso di mancata corrispondenza tra l’</w:t>
      </w:r>
      <w:r w:rsidR="00E14B60">
        <w:rPr>
          <w:rFonts w:eastAsiaTheme="majorEastAsia"/>
          <w:color w:val="0D0D0D" w:themeColor="text1" w:themeTint="F2"/>
          <w:sz w:val="18"/>
          <w:szCs w:val="18"/>
        </w:rPr>
        <w:t>I</w:t>
      </w:r>
      <w:r w:rsidR="00E14B60" w:rsidRPr="00E025F5">
        <w:rPr>
          <w:rFonts w:eastAsiaTheme="majorEastAsia"/>
          <w:color w:val="0D0D0D" w:themeColor="text1" w:themeTint="F2"/>
          <w:sz w:val="18"/>
          <w:szCs w:val="18"/>
        </w:rPr>
        <w:t xml:space="preserve">mporto Complessivo Offerto e l’importo risultante dalla sommatoria dei prezzi </w:t>
      </w:r>
      <w:r w:rsidR="00E14B60">
        <w:rPr>
          <w:rFonts w:eastAsiaTheme="majorEastAsia"/>
          <w:color w:val="0D0D0D" w:themeColor="text1" w:themeTint="F2"/>
          <w:sz w:val="18"/>
          <w:szCs w:val="18"/>
        </w:rPr>
        <w:t xml:space="preserve">unitari </w:t>
      </w:r>
      <w:r w:rsidR="00E14B60" w:rsidRPr="00E025F5">
        <w:rPr>
          <w:rFonts w:eastAsiaTheme="majorEastAsia"/>
          <w:color w:val="0D0D0D" w:themeColor="text1" w:themeTint="F2"/>
          <w:sz w:val="18"/>
          <w:szCs w:val="18"/>
        </w:rPr>
        <w:t xml:space="preserve">dei singoli </w:t>
      </w:r>
      <w:r w:rsidR="00E14B60" w:rsidRPr="00F86C76">
        <w:rPr>
          <w:rFonts w:eastAsiaTheme="majorEastAsia"/>
          <w:color w:val="0D0D0D" w:themeColor="text1" w:themeTint="F2"/>
          <w:sz w:val="18"/>
          <w:szCs w:val="18"/>
        </w:rPr>
        <w:t>articoli inclusi nel lotto di partecipazione decurtati del ribasso unico percentuale offerto e moltiplicati per le relative quantità</w:t>
      </w:r>
      <w:r w:rsidR="00E14B60" w:rsidRPr="00E025F5">
        <w:rPr>
          <w:rFonts w:eastAsiaTheme="majorEastAsia"/>
          <w:color w:val="0D0D0D" w:themeColor="text1" w:themeTint="F2"/>
          <w:sz w:val="18"/>
          <w:szCs w:val="18"/>
        </w:rPr>
        <w:t>, il Seggio di gara procederà al ricalcolo dell’</w:t>
      </w:r>
      <w:r w:rsidR="00E14B60">
        <w:rPr>
          <w:rFonts w:eastAsiaTheme="majorEastAsia"/>
          <w:color w:val="0D0D0D" w:themeColor="text1" w:themeTint="F2"/>
          <w:sz w:val="18"/>
          <w:szCs w:val="18"/>
        </w:rPr>
        <w:t>I</w:t>
      </w:r>
      <w:r w:rsidR="00E14B60" w:rsidRPr="00E025F5">
        <w:rPr>
          <w:rFonts w:eastAsiaTheme="majorEastAsia"/>
          <w:color w:val="0D0D0D" w:themeColor="text1" w:themeTint="F2"/>
          <w:sz w:val="18"/>
          <w:szCs w:val="18"/>
        </w:rPr>
        <w:t>mporto Complessivo Offerto, applicando il ribasso percentuale unico indicato dal concorrente</w:t>
      </w:r>
      <w:r w:rsidR="00E14B60">
        <w:rPr>
          <w:rFonts w:eastAsiaTheme="majorEastAsia"/>
          <w:color w:val="0D0D0D" w:themeColor="text1" w:themeTint="F2"/>
          <w:sz w:val="18"/>
          <w:szCs w:val="18"/>
        </w:rPr>
        <w:t xml:space="preserve"> ai prezzi unitari dei singoli articoli</w:t>
      </w:r>
      <w:r w:rsidR="007F1EBC" w:rsidRPr="007F1EBC">
        <w:rPr>
          <w:rFonts w:asciiTheme="minorHAnsi" w:hAnsiTheme="minorHAnsi"/>
        </w:rPr>
        <w:t>.</w:t>
      </w:r>
    </w:p>
    <w:p w14:paraId="70E0BA41" w14:textId="49E3E190" w:rsidR="005C3172" w:rsidRDefault="00A2363C" w:rsidP="0046330A">
      <w:pPr>
        <w:pStyle w:val="LetteraTipo"/>
        <w:jc w:val="both"/>
        <w:rPr>
          <w:rFonts w:asciiTheme="minorHAnsi" w:hAnsiTheme="minorHAnsi"/>
        </w:rPr>
      </w:pPr>
      <w:r w:rsidRPr="00DB23DC">
        <w:rPr>
          <w:rFonts w:asciiTheme="minorHAnsi" w:hAnsiTheme="minorHAnsi"/>
          <w:b/>
        </w:rPr>
        <w:t>N.B.</w:t>
      </w:r>
      <w:r w:rsidR="00E14B60">
        <w:rPr>
          <w:rFonts w:asciiTheme="minorHAnsi" w:hAnsiTheme="minorHAnsi"/>
          <w:b/>
        </w:rPr>
        <w:t>4</w:t>
      </w:r>
      <w:r w:rsidR="0046330A" w:rsidRPr="00DB23DC">
        <w:rPr>
          <w:rFonts w:asciiTheme="minorHAnsi" w:hAnsiTheme="minorHAnsi"/>
          <w:b/>
        </w:rPr>
        <w:t>:</w:t>
      </w:r>
      <w:r w:rsidR="0046330A" w:rsidRPr="00DB23DC">
        <w:rPr>
          <w:rFonts w:asciiTheme="minorHAnsi" w:hAnsiTheme="minorHAnsi"/>
        </w:rPr>
        <w:t xml:space="preserve"> l’offerta economica presentata si intende omnicomprensiva e compensativa di tutte le attività che verranno poste in essere per l’espletamento dell’appalto</w:t>
      </w:r>
      <w:r w:rsidR="0046330A" w:rsidRPr="00B24C36">
        <w:rPr>
          <w:rFonts w:asciiTheme="minorHAnsi" w:hAnsiTheme="minorHAnsi"/>
        </w:rPr>
        <w:t xml:space="preserve"> secondo quanto prescritto dalla documentazione di gara.</w:t>
      </w:r>
      <w:r w:rsidR="006D0A76" w:rsidRPr="00B24C36">
        <w:rPr>
          <w:rFonts w:asciiTheme="minorHAnsi" w:hAnsiTheme="minorHAnsi"/>
        </w:rPr>
        <w:t xml:space="preserve"> </w:t>
      </w:r>
    </w:p>
    <w:p w14:paraId="5E99517A" w14:textId="354FCD8E" w:rsidR="000F44C4" w:rsidRDefault="000F44C4" w:rsidP="000F44C4">
      <w:pPr>
        <w:pStyle w:val="LetteraTipo"/>
        <w:jc w:val="both"/>
        <w:rPr>
          <w:rFonts w:asciiTheme="minorHAnsi" w:hAnsiTheme="minorHAnsi"/>
        </w:rPr>
      </w:pPr>
      <w:r w:rsidRPr="000F44C4">
        <w:rPr>
          <w:rFonts w:asciiTheme="minorHAnsi" w:hAnsiTheme="minorHAnsi"/>
          <w:b/>
        </w:rPr>
        <w:t>N.B.</w:t>
      </w:r>
      <w:r w:rsidR="00E14B60">
        <w:rPr>
          <w:rFonts w:asciiTheme="minorHAnsi" w:hAnsiTheme="minorHAnsi"/>
          <w:b/>
        </w:rPr>
        <w:t>5</w:t>
      </w:r>
      <w:r w:rsidRPr="000F44C4">
        <w:rPr>
          <w:rFonts w:asciiTheme="minorHAnsi" w:hAnsiTheme="minorHAnsi"/>
          <w:b/>
        </w:rPr>
        <w:t>:</w:t>
      </w:r>
      <w:r>
        <w:rPr>
          <w:rFonts w:asciiTheme="minorHAnsi" w:hAnsiTheme="minorHAnsi"/>
        </w:rPr>
        <w:t xml:space="preserve"> </w:t>
      </w:r>
      <w:r w:rsidR="003377BA">
        <w:rPr>
          <w:rFonts w:asciiTheme="minorHAnsi" w:hAnsiTheme="minorHAnsi"/>
        </w:rPr>
        <w:t xml:space="preserve">E’ obbligo, </w:t>
      </w:r>
      <w:r w:rsidRPr="000F44C4">
        <w:rPr>
          <w:rFonts w:asciiTheme="minorHAnsi" w:hAnsiTheme="minorHAnsi"/>
        </w:rPr>
        <w:t>pena l’esclusione dalla gara, off</w:t>
      </w:r>
      <w:r>
        <w:rPr>
          <w:rFonts w:asciiTheme="minorHAnsi" w:hAnsiTheme="minorHAnsi"/>
        </w:rPr>
        <w:t>rire tutti gli articoli del lotto.</w:t>
      </w:r>
    </w:p>
    <w:p w14:paraId="781C4CF6" w14:textId="3C84A625" w:rsidR="002C4B61" w:rsidRPr="00B24C36" w:rsidRDefault="00E4642F" w:rsidP="000F44C4">
      <w:pPr>
        <w:pStyle w:val="LetteraTipo"/>
        <w:jc w:val="both"/>
        <w:rPr>
          <w:rFonts w:asciiTheme="minorHAnsi" w:hAnsiTheme="minorHAnsi"/>
        </w:rPr>
      </w:pPr>
      <w:r>
        <w:rPr>
          <w:rFonts w:asciiTheme="minorHAnsi" w:hAnsiTheme="minorHAnsi"/>
          <w:b/>
        </w:rPr>
        <w:t>N.B.</w:t>
      </w:r>
      <w:r w:rsidR="00E14B60">
        <w:rPr>
          <w:rFonts w:asciiTheme="minorHAnsi" w:hAnsiTheme="minorHAnsi"/>
          <w:b/>
        </w:rPr>
        <w:t>6</w:t>
      </w:r>
      <w:r w:rsidR="002C4B61" w:rsidRPr="00777B62">
        <w:rPr>
          <w:rFonts w:asciiTheme="minorHAnsi" w:hAnsiTheme="minorHAnsi"/>
          <w:b/>
        </w:rPr>
        <w:t>:</w:t>
      </w:r>
      <w:r w:rsidR="002C4B61">
        <w:rPr>
          <w:rFonts w:asciiTheme="minorHAnsi" w:hAnsiTheme="minorHAnsi"/>
        </w:rPr>
        <w:t xml:space="preserve"> I termini di consegna </w:t>
      </w:r>
      <w:r w:rsidR="00154A6E">
        <w:rPr>
          <w:rFonts w:asciiTheme="minorHAnsi" w:hAnsiTheme="minorHAnsi"/>
        </w:rPr>
        <w:t>non potranno essere superiori</w:t>
      </w:r>
      <w:r w:rsidR="002C4B61" w:rsidRPr="002C4B61">
        <w:rPr>
          <w:rFonts w:asciiTheme="minorHAnsi" w:hAnsiTheme="minorHAnsi"/>
        </w:rPr>
        <w:t xml:space="preserve"> a 12 mesi</w:t>
      </w:r>
      <w:r>
        <w:rPr>
          <w:rFonts w:asciiTheme="minorHAnsi" w:hAnsiTheme="minorHAnsi"/>
        </w:rPr>
        <w:t xml:space="preserve"> d</w:t>
      </w:r>
      <w:r w:rsidR="002C4B61">
        <w:rPr>
          <w:rFonts w:asciiTheme="minorHAnsi" w:hAnsiTheme="minorHAnsi"/>
        </w:rPr>
        <w:t xml:space="preserve">ecorrenti dalla data </w:t>
      </w:r>
      <w:r w:rsidR="00154A6E">
        <w:rPr>
          <w:rFonts w:asciiTheme="minorHAnsi" w:hAnsiTheme="minorHAnsi"/>
        </w:rPr>
        <w:t>di sottoscrizione del contratto.</w:t>
      </w:r>
    </w:p>
    <w:p w14:paraId="01821AB7" w14:textId="77777777" w:rsidR="00D4647A" w:rsidRDefault="00D4647A" w:rsidP="00F1507F">
      <w:pPr>
        <w:jc w:val="both"/>
        <w:rPr>
          <w:rFonts w:ascii="Arial" w:hAnsi="Arial" w:cs="Arial"/>
          <w:b/>
          <w:sz w:val="18"/>
          <w:szCs w:val="18"/>
        </w:rPr>
      </w:pPr>
    </w:p>
    <w:p w14:paraId="3F6F0B5D" w14:textId="77777777" w:rsidR="00B24C36" w:rsidRPr="007A430A" w:rsidRDefault="00B24C36" w:rsidP="00B24C36">
      <w:pPr>
        <w:jc w:val="both"/>
        <w:rPr>
          <w:rFonts w:asciiTheme="minorHAnsi" w:hAnsiTheme="minorHAnsi" w:cs="Arial"/>
          <w:b/>
          <w:sz w:val="20"/>
          <w:szCs w:val="20"/>
        </w:rPr>
      </w:pPr>
      <w:r w:rsidRPr="007A430A">
        <w:rPr>
          <w:rFonts w:asciiTheme="minorHAnsi" w:hAnsiTheme="minorHAnsi" w:cs="Arial"/>
          <w:b/>
          <w:sz w:val="20"/>
          <w:szCs w:val="20"/>
        </w:rPr>
        <w:t>Si precisa che il presente Modello è sottoscritto, ai sensi del D.lgs. n. 82/2005:</w:t>
      </w:r>
    </w:p>
    <w:p w14:paraId="2213BE83" w14:textId="77777777" w:rsidR="00B24C36" w:rsidRPr="007A430A" w:rsidRDefault="00B24C36" w:rsidP="00B24C36">
      <w:pPr>
        <w:jc w:val="both"/>
        <w:rPr>
          <w:rFonts w:asciiTheme="minorHAnsi" w:hAnsiTheme="minorHAnsi" w:cs="Arial"/>
          <w:b/>
          <w:sz w:val="20"/>
          <w:szCs w:val="20"/>
        </w:rPr>
      </w:pPr>
    </w:p>
    <w:p w14:paraId="6A806541"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dal concorrente che partecipa in forma singola;</w:t>
      </w:r>
    </w:p>
    <w:p w14:paraId="5AB95B4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costituiti, dalla mandataria/capofila;</w:t>
      </w:r>
    </w:p>
    <w:p w14:paraId="13EEDB5B"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raggruppamento temporaneo o consorzio ordinario o GEIE non ancora costituiti, da tutti i soggetti che costituiranno il raggruppamento o il consorzio o il gruppo;</w:t>
      </w:r>
    </w:p>
    <w:p w14:paraId="4D61E682"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nel caso di aggregazioni di retisti:</w:t>
      </w:r>
    </w:p>
    <w:p w14:paraId="3FD4E8C3"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se la rete è dotata di un organo comune con potere di rappresentanza e con soggettività giuridica, ai sensi dell’articolo 3, comma 4-quater, del decreto legge 10 febbraio 2009, n. 5, il Modello deve essere sottoscritto dal solo operatore economico che riveste la funzione di organo comune;</w:t>
      </w:r>
    </w:p>
    <w:p w14:paraId="65F24B04"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con potere di rappresentanza ma è priva di soggettività giuridica, ai sensi dell’articolo 3, comma 4-quater, del decreto legge 10 febbraio 2009, n. 5, il Modello deve essere sottoscritto dall’impresa che riveste le funzioni di organo comune nonché da ognuno dei retisti che partecipa alla gara; </w:t>
      </w:r>
    </w:p>
    <w:p w14:paraId="1B34D1EA" w14:textId="77777777" w:rsidR="00B24C36" w:rsidRPr="007A430A" w:rsidRDefault="00B24C36" w:rsidP="00B24C36">
      <w:pPr>
        <w:pStyle w:val="LetteraTipo"/>
        <w:numPr>
          <w:ilvl w:val="0"/>
          <w:numId w:val="27"/>
        </w:numPr>
        <w:jc w:val="both"/>
        <w:rPr>
          <w:rFonts w:asciiTheme="minorHAnsi" w:hAnsiTheme="minorHAnsi"/>
        </w:rPr>
      </w:pPr>
      <w:r w:rsidRPr="007A430A">
        <w:rPr>
          <w:rFonts w:asciiTheme="minorHAnsi" w:hAnsiTheme="minorHAnsi"/>
        </w:rPr>
        <w:t xml:space="preserve">se la rete è dotata di un organo comune privo del potere di rappresentanza o se la rete è sprovvista di organo comune, oppure se l’organo comune è privo dei requisiti di qualificazione richiesti per assumere la veste di mandataria, il Modello deve essere sottoscritto dal retista che riveste la qualifica di mandatario, ovvero, in caso di partecipazione nelle forme del raggruppamento da costituirsi, da ognuno dei retisti che partecipa alla gara. </w:t>
      </w:r>
    </w:p>
    <w:p w14:paraId="5465C257" w14:textId="77777777" w:rsidR="00B24C36" w:rsidRPr="007A430A" w:rsidRDefault="00B24C36" w:rsidP="00B24C36">
      <w:pPr>
        <w:pStyle w:val="LetteraTipo"/>
        <w:jc w:val="both"/>
        <w:rPr>
          <w:rFonts w:asciiTheme="minorHAnsi" w:hAnsiTheme="minorHAnsi"/>
        </w:rPr>
      </w:pPr>
    </w:p>
    <w:p w14:paraId="5EDD769E" w14:textId="77777777" w:rsidR="00B24C36" w:rsidRPr="007A430A" w:rsidRDefault="00B24C36" w:rsidP="00B24C36">
      <w:pPr>
        <w:pStyle w:val="LetteraTipo"/>
        <w:jc w:val="both"/>
        <w:rPr>
          <w:rFonts w:asciiTheme="minorHAnsi" w:hAnsiTheme="minorHAnsi"/>
        </w:rPr>
      </w:pPr>
      <w:r w:rsidRPr="007A430A">
        <w:rPr>
          <w:rFonts w:asciiTheme="minorHAnsi" w:hAnsiTheme="minorHAnsi"/>
        </w:rPr>
        <w:t xml:space="preserve">-  nel caso di consorzio di cooperative e imprese artigiane o di consorzio stabile di cui all’articolo 65, comma 2, </w:t>
      </w:r>
      <w:proofErr w:type="spellStart"/>
      <w:r w:rsidRPr="007A430A">
        <w:rPr>
          <w:rFonts w:asciiTheme="minorHAnsi" w:hAnsiTheme="minorHAnsi"/>
        </w:rPr>
        <w:t>lett</w:t>
      </w:r>
      <w:proofErr w:type="spellEnd"/>
      <w:r w:rsidRPr="007A430A">
        <w:rPr>
          <w:rFonts w:asciiTheme="minorHAnsi" w:hAnsiTheme="minorHAnsi"/>
        </w:rPr>
        <w:t>. b) e c) del Codice, il Modello è sottoscritto digitalmente dal consorzio medesimo.</w:t>
      </w:r>
    </w:p>
    <w:p w14:paraId="711C84A1" w14:textId="77777777" w:rsidR="00B24C36" w:rsidRPr="007A430A" w:rsidRDefault="00B24C36" w:rsidP="00B24C36">
      <w:pPr>
        <w:pStyle w:val="LetteraTipo"/>
        <w:jc w:val="both"/>
        <w:rPr>
          <w:rFonts w:asciiTheme="minorHAnsi" w:hAnsiTheme="minorHAnsi"/>
        </w:rPr>
      </w:pPr>
    </w:p>
    <w:p w14:paraId="715ABECF" w14:textId="41089FFF" w:rsidR="00A857E6" w:rsidRPr="00380F53" w:rsidRDefault="00B24C36" w:rsidP="0046330A">
      <w:pPr>
        <w:pStyle w:val="LetteraTipo"/>
        <w:jc w:val="both"/>
        <w:rPr>
          <w:rFonts w:asciiTheme="minorHAnsi" w:hAnsiTheme="minorHAnsi"/>
        </w:rPr>
      </w:pPr>
      <w:r w:rsidRPr="007A430A">
        <w:rPr>
          <w:rFonts w:asciiTheme="minorHAnsi" w:hAnsiTheme="minorHAnsi"/>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sectPr w:rsidR="00A857E6" w:rsidRPr="00380F53" w:rsidSect="0027224E">
      <w:headerReference w:type="default" r:id="rId8"/>
      <w:footerReference w:type="default" r:id="rId9"/>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377668BD" w:rsidR="00206085" w:rsidRPr="00A153F4" w:rsidRDefault="00206085" w:rsidP="00DB44A3">
    <w:pPr>
      <w:pStyle w:val="Pidipagina"/>
      <w:jc w:val="right"/>
      <w:rPr>
        <w:rFonts w:ascii="Arial" w:hAnsi="Arial" w:cs="Arial"/>
        <w:b/>
        <w:sz w:val="16"/>
        <w:szCs w:val="16"/>
      </w:rPr>
    </w:pPr>
    <w:proofErr w:type="spellStart"/>
    <w:r w:rsidRPr="00A153F4">
      <w:rPr>
        <w:rFonts w:ascii="Arial" w:hAnsi="Arial" w:cs="Arial"/>
        <w:b/>
        <w:sz w:val="16"/>
        <w:szCs w:val="16"/>
      </w:rPr>
      <w:t>Mod</w:t>
    </w:r>
    <w:proofErr w:type="spellEnd"/>
    <w:r w:rsidRPr="00A153F4">
      <w:rPr>
        <w:rFonts w:ascii="Arial" w:hAnsi="Arial" w:cs="Arial"/>
        <w:b/>
        <w:sz w:val="16"/>
        <w:szCs w:val="16"/>
      </w:rPr>
      <w:t xml:space="preserve">. C </w:t>
    </w:r>
    <w:r w:rsidRPr="00A153F4">
      <w:rPr>
        <w:rFonts w:ascii="Arial" w:hAnsi="Arial" w:cs="Arial"/>
        <w:b/>
        <w:snapToGrid w:val="0"/>
        <w:sz w:val="16"/>
        <w:szCs w:val="16"/>
      </w:rPr>
      <w:t xml:space="preserve">Pagina </w:t>
    </w:r>
    <w:r w:rsidRPr="00A153F4">
      <w:rPr>
        <w:rFonts w:ascii="Arial" w:hAnsi="Arial" w:cs="Arial"/>
        <w:b/>
        <w:snapToGrid w:val="0"/>
        <w:sz w:val="16"/>
        <w:szCs w:val="16"/>
      </w:rPr>
      <w:fldChar w:fldCharType="begin"/>
    </w:r>
    <w:r w:rsidRPr="00A153F4">
      <w:rPr>
        <w:rFonts w:ascii="Arial" w:hAnsi="Arial" w:cs="Arial"/>
        <w:b/>
        <w:snapToGrid w:val="0"/>
        <w:sz w:val="16"/>
        <w:szCs w:val="16"/>
      </w:rPr>
      <w:instrText xml:space="preserve"> PAGE </w:instrText>
    </w:r>
    <w:r w:rsidRPr="00A153F4">
      <w:rPr>
        <w:rFonts w:ascii="Arial" w:hAnsi="Arial" w:cs="Arial"/>
        <w:b/>
        <w:snapToGrid w:val="0"/>
        <w:sz w:val="16"/>
        <w:szCs w:val="16"/>
      </w:rPr>
      <w:fldChar w:fldCharType="separate"/>
    </w:r>
    <w:r w:rsidR="004834E5">
      <w:rPr>
        <w:rFonts w:ascii="Arial" w:hAnsi="Arial" w:cs="Arial"/>
        <w:b/>
        <w:noProof/>
        <w:snapToGrid w:val="0"/>
        <w:sz w:val="16"/>
        <w:szCs w:val="16"/>
      </w:rPr>
      <w:t>3</w:t>
    </w:r>
    <w:r w:rsidRPr="00A153F4">
      <w:rPr>
        <w:rFonts w:ascii="Arial" w:hAnsi="Arial" w:cs="Arial"/>
        <w:b/>
        <w:snapToGrid w:val="0"/>
        <w:sz w:val="16"/>
        <w:szCs w:val="16"/>
      </w:rPr>
      <w:fldChar w:fldCharType="end"/>
    </w:r>
    <w:r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12C7618C" w14:textId="3B742809" w:rsidR="00A153F4" w:rsidRPr="00462817" w:rsidRDefault="00A153F4" w:rsidP="00406DBE">
    <w:pPr>
      <w:tabs>
        <w:tab w:val="left" w:pos="9638"/>
      </w:tabs>
      <w:ind w:right="-1"/>
      <w:jc w:val="center"/>
      <w:rPr>
        <w:rFonts w:ascii="Arial" w:hAnsi="Arial" w:cs="Arial"/>
        <w:b/>
        <w:sz w:val="22"/>
        <w:szCs w:val="22"/>
      </w:rPr>
    </w:pPr>
  </w:p>
  <w:p w14:paraId="602D8622" w14:textId="77777777" w:rsidR="00921A79" w:rsidRDefault="00921A79" w:rsidP="00406DBE">
    <w:pPr>
      <w:tabs>
        <w:tab w:val="left" w:pos="9638"/>
      </w:tabs>
      <w:ind w:right="-1"/>
      <w:jc w:val="center"/>
      <w:rPr>
        <w:rFonts w:ascii="Arial" w:hAnsi="Arial" w:cs="Arial"/>
        <w:b/>
        <w:sz w:val="22"/>
        <w:szCs w:val="22"/>
      </w:rPr>
    </w:pPr>
  </w:p>
  <w:p w14:paraId="4D7F9E3F" w14:textId="77777777" w:rsidR="00921A79" w:rsidRDefault="00921A79" w:rsidP="00406DBE">
    <w:pPr>
      <w:tabs>
        <w:tab w:val="left" w:pos="9638"/>
      </w:tabs>
      <w:ind w:right="-1"/>
      <w:jc w:val="center"/>
      <w:rPr>
        <w:rFonts w:ascii="Arial" w:hAnsi="Arial" w:cs="Arial"/>
        <w:b/>
        <w:sz w:val="22"/>
        <w:szCs w:val="22"/>
      </w:rPr>
    </w:pPr>
  </w:p>
  <w:p w14:paraId="05F6027E" w14:textId="62503494" w:rsidR="00206085" w:rsidRPr="00B24C36" w:rsidRDefault="00921A79" w:rsidP="00406DBE">
    <w:pPr>
      <w:tabs>
        <w:tab w:val="left" w:pos="9638"/>
      </w:tabs>
      <w:ind w:right="-1"/>
      <w:jc w:val="center"/>
      <w:rPr>
        <w:rFonts w:asciiTheme="minorHAnsi" w:hAnsiTheme="minorHAnsi" w:cs="Arial"/>
        <w:b/>
      </w:rPr>
    </w:pPr>
    <w:r w:rsidRPr="00B24C36">
      <w:rPr>
        <w:rFonts w:asciiTheme="minorHAnsi" w:hAnsiTheme="minorHAnsi" w:cs="Arial"/>
        <w:b/>
      </w:rPr>
      <w:t>Modello di Offerta Economica</w:t>
    </w:r>
    <w:r w:rsidR="00FA1A21">
      <w:rPr>
        <w:rFonts w:asciiTheme="minorHAnsi" w:hAnsiTheme="minorHAnsi" w:cs="Arial"/>
        <w:b/>
      </w:rPr>
      <w:t xml:space="preserve"> – LOTTO 1</w:t>
    </w:r>
  </w:p>
  <w:p w14:paraId="49CA4BF4" w14:textId="77777777" w:rsidR="00206085" w:rsidRDefault="00206085" w:rsidP="005749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F065C6"/>
    <w:multiLevelType w:val="hybridMultilevel"/>
    <w:tmpl w:val="622837C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44331DC"/>
    <w:multiLevelType w:val="hybridMultilevel"/>
    <w:tmpl w:val="F96C6AD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1"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4"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8"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9"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67476865"/>
    <w:multiLevelType w:val="hybridMultilevel"/>
    <w:tmpl w:val="825A18F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688208BE"/>
    <w:multiLevelType w:val="hybridMultilevel"/>
    <w:tmpl w:val="FEDCD7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0"/>
  </w:num>
  <w:num w:numId="3">
    <w:abstractNumId w:val="6"/>
  </w:num>
  <w:num w:numId="4">
    <w:abstractNumId w:val="21"/>
  </w:num>
  <w:num w:numId="5">
    <w:abstractNumId w:val="19"/>
  </w:num>
  <w:num w:numId="6">
    <w:abstractNumId w:val="22"/>
  </w:num>
  <w:num w:numId="7">
    <w:abstractNumId w:val="2"/>
  </w:num>
  <w:num w:numId="8">
    <w:abstractNumId w:val="14"/>
  </w:num>
  <w:num w:numId="9">
    <w:abstractNumId w:val="1"/>
  </w:num>
  <w:num w:numId="10">
    <w:abstractNumId w:val="25"/>
  </w:num>
  <w:num w:numId="11">
    <w:abstractNumId w:val="17"/>
  </w:num>
  <w:num w:numId="12">
    <w:abstractNumId w:val="18"/>
  </w:num>
  <w:num w:numId="13">
    <w:abstractNumId w:val="9"/>
  </w:num>
  <w:num w:numId="14">
    <w:abstractNumId w:val="5"/>
  </w:num>
  <w:num w:numId="15">
    <w:abstractNumId w:val="15"/>
  </w:num>
  <w:num w:numId="16">
    <w:abstractNumId w:val="27"/>
  </w:num>
  <w:num w:numId="17">
    <w:abstractNumId w:val="20"/>
  </w:num>
  <w:num w:numId="18">
    <w:abstractNumId w:val="28"/>
  </w:num>
  <w:num w:numId="19">
    <w:abstractNumId w:val="16"/>
  </w:num>
  <w:num w:numId="20">
    <w:abstractNumId w:val="11"/>
  </w:num>
  <w:num w:numId="21">
    <w:abstractNumId w:val="8"/>
  </w:num>
  <w:num w:numId="22">
    <w:abstractNumId w:val="0"/>
  </w:num>
  <w:num w:numId="23">
    <w:abstractNumId w:val="12"/>
  </w:num>
  <w:num w:numId="24">
    <w:abstractNumId w:val="23"/>
  </w:num>
  <w:num w:numId="25">
    <w:abstractNumId w:val="3"/>
  </w:num>
  <w:num w:numId="26">
    <w:abstractNumId w:val="24"/>
  </w:num>
  <w:num w:numId="27">
    <w:abstractNumId w:val="26"/>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R/viaENecqnRHf78rgiTmiirRke0O+W0EbIhW0UB7ncu6zuaMFl2AmXxHCDg7KsYna7+Be6DbjXkLyfawn8HQ==" w:salt="1dBS5/PZIU3Z0upadfpkeA=="/>
  <w:defaultTabStop w:val="708"/>
  <w:hyphenationZone w:val="283"/>
  <w:noPunctuationKerning/>
  <w:characterSpacingControl w:val="doNotCompress"/>
  <w:hdrShapeDefaults>
    <o:shapedefaults v:ext="edit" spidmax="158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2EFF"/>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4C4"/>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289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1EE"/>
    <w:rsid w:val="00141F11"/>
    <w:rsid w:val="00143369"/>
    <w:rsid w:val="00143F91"/>
    <w:rsid w:val="0014546F"/>
    <w:rsid w:val="00146A5B"/>
    <w:rsid w:val="00146E96"/>
    <w:rsid w:val="0015093E"/>
    <w:rsid w:val="00154A6E"/>
    <w:rsid w:val="00157056"/>
    <w:rsid w:val="0015762D"/>
    <w:rsid w:val="00162214"/>
    <w:rsid w:val="00162ED3"/>
    <w:rsid w:val="00163778"/>
    <w:rsid w:val="00164D9E"/>
    <w:rsid w:val="0016502A"/>
    <w:rsid w:val="00166B59"/>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698A"/>
    <w:rsid w:val="00237CC4"/>
    <w:rsid w:val="00240CCC"/>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C4B61"/>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6673"/>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377BA"/>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0F53"/>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C3DF9"/>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32B"/>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34E5"/>
    <w:rsid w:val="004870FD"/>
    <w:rsid w:val="00487DB4"/>
    <w:rsid w:val="0049799E"/>
    <w:rsid w:val="004A27D2"/>
    <w:rsid w:val="004A32A2"/>
    <w:rsid w:val="004A33DC"/>
    <w:rsid w:val="004A49CF"/>
    <w:rsid w:val="004A54AE"/>
    <w:rsid w:val="004A5975"/>
    <w:rsid w:val="004A5E27"/>
    <w:rsid w:val="004A79B9"/>
    <w:rsid w:val="004B02EE"/>
    <w:rsid w:val="004B30BA"/>
    <w:rsid w:val="004B6230"/>
    <w:rsid w:val="004B7CEE"/>
    <w:rsid w:val="004C0892"/>
    <w:rsid w:val="004C0E7A"/>
    <w:rsid w:val="004C5933"/>
    <w:rsid w:val="004C6B85"/>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3E5"/>
    <w:rsid w:val="00517A3C"/>
    <w:rsid w:val="00517BEA"/>
    <w:rsid w:val="00521741"/>
    <w:rsid w:val="00522B46"/>
    <w:rsid w:val="00524F6F"/>
    <w:rsid w:val="0052503E"/>
    <w:rsid w:val="005313E5"/>
    <w:rsid w:val="00531DCC"/>
    <w:rsid w:val="005325A9"/>
    <w:rsid w:val="0053329D"/>
    <w:rsid w:val="0053433D"/>
    <w:rsid w:val="0053553B"/>
    <w:rsid w:val="00536CC1"/>
    <w:rsid w:val="00537D4A"/>
    <w:rsid w:val="00540863"/>
    <w:rsid w:val="00541460"/>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69B9"/>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0088"/>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67391"/>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2B1"/>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2FB3"/>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77B62"/>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1EBC"/>
    <w:rsid w:val="007F2DD5"/>
    <w:rsid w:val="007F2EAC"/>
    <w:rsid w:val="007F45B9"/>
    <w:rsid w:val="007F46AC"/>
    <w:rsid w:val="007F6CF7"/>
    <w:rsid w:val="007F703A"/>
    <w:rsid w:val="007F7919"/>
    <w:rsid w:val="008028D7"/>
    <w:rsid w:val="00803095"/>
    <w:rsid w:val="00803C52"/>
    <w:rsid w:val="00811098"/>
    <w:rsid w:val="00811422"/>
    <w:rsid w:val="008121F6"/>
    <w:rsid w:val="00816A5E"/>
    <w:rsid w:val="00816B28"/>
    <w:rsid w:val="00816DD0"/>
    <w:rsid w:val="00816F7A"/>
    <w:rsid w:val="00817104"/>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B64FF"/>
    <w:rsid w:val="008C19EA"/>
    <w:rsid w:val="008C2740"/>
    <w:rsid w:val="008C3152"/>
    <w:rsid w:val="008C6252"/>
    <w:rsid w:val="008C7267"/>
    <w:rsid w:val="008D1BDE"/>
    <w:rsid w:val="008D36AF"/>
    <w:rsid w:val="008D4FDC"/>
    <w:rsid w:val="008D7167"/>
    <w:rsid w:val="008D7600"/>
    <w:rsid w:val="008E21F9"/>
    <w:rsid w:val="008E220D"/>
    <w:rsid w:val="008E2478"/>
    <w:rsid w:val="008E4616"/>
    <w:rsid w:val="008E6275"/>
    <w:rsid w:val="008E66AA"/>
    <w:rsid w:val="008E717E"/>
    <w:rsid w:val="009016D7"/>
    <w:rsid w:val="00901ED2"/>
    <w:rsid w:val="00902106"/>
    <w:rsid w:val="00902E35"/>
    <w:rsid w:val="00910BAF"/>
    <w:rsid w:val="0091180A"/>
    <w:rsid w:val="00912B68"/>
    <w:rsid w:val="00912F41"/>
    <w:rsid w:val="00914070"/>
    <w:rsid w:val="009176F6"/>
    <w:rsid w:val="00921A79"/>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0C1A"/>
    <w:rsid w:val="009D2818"/>
    <w:rsid w:val="009E10C8"/>
    <w:rsid w:val="009E2111"/>
    <w:rsid w:val="009E3892"/>
    <w:rsid w:val="009E4779"/>
    <w:rsid w:val="009E47E2"/>
    <w:rsid w:val="009E48BB"/>
    <w:rsid w:val="009E5977"/>
    <w:rsid w:val="009E7162"/>
    <w:rsid w:val="009F1867"/>
    <w:rsid w:val="009F4BF3"/>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B7234"/>
    <w:rsid w:val="00AC0DEA"/>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0ED9"/>
    <w:rsid w:val="00AF2257"/>
    <w:rsid w:val="00AF2BDD"/>
    <w:rsid w:val="00AF4B5B"/>
    <w:rsid w:val="00AF68F4"/>
    <w:rsid w:val="00B00B6B"/>
    <w:rsid w:val="00B024FC"/>
    <w:rsid w:val="00B038A8"/>
    <w:rsid w:val="00B05F0F"/>
    <w:rsid w:val="00B06095"/>
    <w:rsid w:val="00B12243"/>
    <w:rsid w:val="00B123B0"/>
    <w:rsid w:val="00B145E4"/>
    <w:rsid w:val="00B1633B"/>
    <w:rsid w:val="00B17A00"/>
    <w:rsid w:val="00B17AC8"/>
    <w:rsid w:val="00B24443"/>
    <w:rsid w:val="00B24C36"/>
    <w:rsid w:val="00B25C4A"/>
    <w:rsid w:val="00B2777F"/>
    <w:rsid w:val="00B27DD6"/>
    <w:rsid w:val="00B34A2B"/>
    <w:rsid w:val="00B34C66"/>
    <w:rsid w:val="00B36035"/>
    <w:rsid w:val="00B371E2"/>
    <w:rsid w:val="00B42881"/>
    <w:rsid w:val="00B45843"/>
    <w:rsid w:val="00B527EA"/>
    <w:rsid w:val="00B52C84"/>
    <w:rsid w:val="00B53E26"/>
    <w:rsid w:val="00B566D3"/>
    <w:rsid w:val="00B57630"/>
    <w:rsid w:val="00B60927"/>
    <w:rsid w:val="00B60D01"/>
    <w:rsid w:val="00B60D9F"/>
    <w:rsid w:val="00B6132B"/>
    <w:rsid w:val="00B61BA1"/>
    <w:rsid w:val="00B64457"/>
    <w:rsid w:val="00B65E80"/>
    <w:rsid w:val="00B7001F"/>
    <w:rsid w:val="00B701DD"/>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957"/>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0E5C"/>
    <w:rsid w:val="00CF29F7"/>
    <w:rsid w:val="00CF361D"/>
    <w:rsid w:val="00CF443E"/>
    <w:rsid w:val="00CF4EBF"/>
    <w:rsid w:val="00CF7613"/>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3DC"/>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B60"/>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4642F"/>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2322"/>
    <w:rsid w:val="00E9351E"/>
    <w:rsid w:val="00E9502E"/>
    <w:rsid w:val="00E9704F"/>
    <w:rsid w:val="00E97A33"/>
    <w:rsid w:val="00EA548C"/>
    <w:rsid w:val="00EA6D30"/>
    <w:rsid w:val="00EB3BF3"/>
    <w:rsid w:val="00EB541B"/>
    <w:rsid w:val="00EB79FE"/>
    <w:rsid w:val="00EC0DF2"/>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1A21"/>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E8D531D69CFC4407A668E68FAC1F9A12"/>
        <w:category>
          <w:name w:val="Generale"/>
          <w:gallery w:val="placeholder"/>
        </w:category>
        <w:types>
          <w:type w:val="bbPlcHdr"/>
        </w:types>
        <w:behaviors>
          <w:behavior w:val="content"/>
        </w:behaviors>
        <w:guid w:val="{AAFB0E29-AD3B-4422-B4AD-A66E1A6803BC}"/>
      </w:docPartPr>
      <w:docPartBody>
        <w:p w:rsidR="001E60F1" w:rsidRDefault="00D314B0" w:rsidP="00D314B0">
          <w:pPr>
            <w:pStyle w:val="E8D531D69CFC4407A668E68FAC1F9A12"/>
          </w:pPr>
          <w:r w:rsidRPr="000D012E">
            <w:rPr>
              <w:rStyle w:val="Testosegnaposto"/>
            </w:rPr>
            <w:t>Fare clic qui per immettere testo.</w:t>
          </w:r>
        </w:p>
      </w:docPartBody>
    </w:docPart>
    <w:docPart>
      <w:docPartPr>
        <w:name w:val="792879A44E1849F8B6FB9436A866577D"/>
        <w:category>
          <w:name w:val="Generale"/>
          <w:gallery w:val="placeholder"/>
        </w:category>
        <w:types>
          <w:type w:val="bbPlcHdr"/>
        </w:types>
        <w:behaviors>
          <w:behavior w:val="content"/>
        </w:behaviors>
        <w:guid w:val="{14570AD3-945A-40B1-8444-7B1D70F0C904}"/>
      </w:docPartPr>
      <w:docPartBody>
        <w:p w:rsidR="001E60F1" w:rsidRDefault="00D314B0" w:rsidP="00D314B0">
          <w:pPr>
            <w:pStyle w:val="792879A44E1849F8B6FB9436A866577D"/>
          </w:pPr>
          <w:r w:rsidRPr="000D012E">
            <w:rPr>
              <w:rStyle w:val="Testosegnaposto"/>
            </w:rPr>
            <w:t>Fare clic qui per immettere testo.</w:t>
          </w:r>
        </w:p>
      </w:docPartBody>
    </w:docPart>
    <w:docPart>
      <w:docPartPr>
        <w:name w:val="910628657D984A9BB6504349992350D6"/>
        <w:category>
          <w:name w:val="Generale"/>
          <w:gallery w:val="placeholder"/>
        </w:category>
        <w:types>
          <w:type w:val="bbPlcHdr"/>
        </w:types>
        <w:behaviors>
          <w:behavior w:val="content"/>
        </w:behaviors>
        <w:guid w:val="{D9CEB896-3C99-4CA5-9F6D-463B84D52DAF}"/>
      </w:docPartPr>
      <w:docPartBody>
        <w:p w:rsidR="001E60F1" w:rsidRDefault="00D314B0" w:rsidP="00D314B0">
          <w:pPr>
            <w:pStyle w:val="910628657D984A9BB6504349992350D6"/>
          </w:pPr>
          <w:r w:rsidRPr="000D012E">
            <w:rPr>
              <w:rStyle w:val="Testosegnaposto"/>
            </w:rPr>
            <w:t>Fare clic qui per immettere testo.</w:t>
          </w:r>
        </w:p>
      </w:docPartBody>
    </w:docPart>
    <w:docPart>
      <w:docPartPr>
        <w:name w:val="562B39AF520C4E3DA10E61E1084E5782"/>
        <w:category>
          <w:name w:val="Generale"/>
          <w:gallery w:val="placeholder"/>
        </w:category>
        <w:types>
          <w:type w:val="bbPlcHdr"/>
        </w:types>
        <w:behaviors>
          <w:behavior w:val="content"/>
        </w:behaviors>
        <w:guid w:val="{8B5BE2E3-EF0E-4944-8F2F-D3C98A3E9233}"/>
      </w:docPartPr>
      <w:docPartBody>
        <w:p w:rsidR="007C3599" w:rsidRDefault="0066053F" w:rsidP="0066053F">
          <w:pPr>
            <w:pStyle w:val="562B39AF520C4E3DA10E61E1084E5782"/>
          </w:pPr>
          <w:r w:rsidRPr="007176B6">
            <w:rPr>
              <w:rStyle w:val="Testosegnaposto"/>
            </w:rPr>
            <w:t>Fare clic qui per immettere testo.</w:t>
          </w:r>
        </w:p>
      </w:docPartBody>
    </w:docPart>
    <w:docPart>
      <w:docPartPr>
        <w:name w:val="D60F9A0155104EB29EA07A9871232DAF"/>
        <w:category>
          <w:name w:val="Generale"/>
          <w:gallery w:val="placeholder"/>
        </w:category>
        <w:types>
          <w:type w:val="bbPlcHdr"/>
        </w:types>
        <w:behaviors>
          <w:behavior w:val="content"/>
        </w:behaviors>
        <w:guid w:val="{CDC695E8-3DAF-4D1D-97F2-8CECE41B1B87}"/>
      </w:docPartPr>
      <w:docPartBody>
        <w:p w:rsidR="008F43B1" w:rsidRDefault="007C3599" w:rsidP="007C3599">
          <w:pPr>
            <w:pStyle w:val="D60F9A0155104EB29EA07A9871232DAF"/>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1E60F1"/>
    <w:rsid w:val="002825DF"/>
    <w:rsid w:val="002E60E3"/>
    <w:rsid w:val="002F6FDA"/>
    <w:rsid w:val="003609E6"/>
    <w:rsid w:val="0042115E"/>
    <w:rsid w:val="0055333A"/>
    <w:rsid w:val="005F0467"/>
    <w:rsid w:val="0060516A"/>
    <w:rsid w:val="0066053F"/>
    <w:rsid w:val="00702EC3"/>
    <w:rsid w:val="00712E23"/>
    <w:rsid w:val="007557D9"/>
    <w:rsid w:val="007C3599"/>
    <w:rsid w:val="007D6840"/>
    <w:rsid w:val="008B5DA5"/>
    <w:rsid w:val="008E6CA2"/>
    <w:rsid w:val="008F43B1"/>
    <w:rsid w:val="0091600E"/>
    <w:rsid w:val="00931F7D"/>
    <w:rsid w:val="00A33B61"/>
    <w:rsid w:val="00A36EA6"/>
    <w:rsid w:val="00B26012"/>
    <w:rsid w:val="00BA2CC2"/>
    <w:rsid w:val="00BB799F"/>
    <w:rsid w:val="00C835CA"/>
    <w:rsid w:val="00CA3DAF"/>
    <w:rsid w:val="00D314B0"/>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C3599"/>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 w:type="paragraph" w:customStyle="1" w:styleId="3E5820DA56C140E3AA76426C3CCCAA2D">
    <w:name w:val="3E5820DA56C140E3AA76426C3CCCAA2D"/>
    <w:rsid w:val="00D314B0"/>
  </w:style>
  <w:style w:type="paragraph" w:customStyle="1" w:styleId="E8D531D69CFC4407A668E68FAC1F9A12">
    <w:name w:val="E8D531D69CFC4407A668E68FAC1F9A12"/>
    <w:rsid w:val="00D314B0"/>
  </w:style>
  <w:style w:type="paragraph" w:customStyle="1" w:styleId="792879A44E1849F8B6FB9436A866577D">
    <w:name w:val="792879A44E1849F8B6FB9436A866577D"/>
    <w:rsid w:val="00D314B0"/>
  </w:style>
  <w:style w:type="paragraph" w:customStyle="1" w:styleId="910628657D984A9BB6504349992350D6">
    <w:name w:val="910628657D984A9BB6504349992350D6"/>
    <w:rsid w:val="00D314B0"/>
  </w:style>
  <w:style w:type="paragraph" w:customStyle="1" w:styleId="3F383C3D1D0A44BAA5BF2CF8D4E69013">
    <w:name w:val="3F383C3D1D0A44BAA5BF2CF8D4E69013"/>
    <w:rsid w:val="008E6CA2"/>
  </w:style>
  <w:style w:type="paragraph" w:customStyle="1" w:styleId="07EC52E9E4B7487CA99BAA1386A2AA51">
    <w:name w:val="07EC52E9E4B7487CA99BAA1386A2AA51"/>
    <w:rsid w:val="008E6CA2"/>
  </w:style>
  <w:style w:type="paragraph" w:customStyle="1" w:styleId="562B39AF520C4E3DA10E61E1084E5782">
    <w:name w:val="562B39AF520C4E3DA10E61E1084E5782"/>
    <w:rsid w:val="0066053F"/>
  </w:style>
  <w:style w:type="paragraph" w:customStyle="1" w:styleId="8B620E41A816407EBD11C70A46F35328">
    <w:name w:val="8B620E41A816407EBD11C70A46F35328"/>
    <w:rsid w:val="007C3599"/>
  </w:style>
  <w:style w:type="paragraph" w:customStyle="1" w:styleId="4EFB42C30DBC49C3B896C8C616A2C986">
    <w:name w:val="4EFB42C30DBC49C3B896C8C616A2C986"/>
    <w:rsid w:val="007C3599"/>
  </w:style>
  <w:style w:type="paragraph" w:customStyle="1" w:styleId="D60F9A0155104EB29EA07A9871232DAF">
    <w:name w:val="D60F9A0155104EB29EA07A9871232DAF"/>
    <w:rsid w:val="007C35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3635F-709F-4FD3-B7E4-61FFC5DD5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48ADC935</Template>
  <TotalTime>359</TotalTime>
  <Pages>3</Pages>
  <Words>1140</Words>
  <Characters>7214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182</cp:revision>
  <cp:lastPrinted>2017-02-15T13:15:00Z</cp:lastPrinted>
  <dcterms:created xsi:type="dcterms:W3CDTF">2016-11-08T14:49:00Z</dcterms:created>
  <dcterms:modified xsi:type="dcterms:W3CDTF">2025-08-28T10:40:00Z</dcterms:modified>
</cp:coreProperties>
</file>